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77777777" w:rsidR="009174BD" w:rsidRPr="000E0FEF" w:rsidRDefault="009174BD" w:rsidP="00406190">
      <w:pPr>
        <w:autoSpaceDE w:val="0"/>
        <w:autoSpaceDN w:val="0"/>
        <w:adjustRightInd w:val="0"/>
        <w:ind w:left="570" w:firstLine="627"/>
        <w:rPr>
          <w:rFonts w:ascii="Calibri" w:hAnsi="Calibri"/>
          <w:szCs w:val="24"/>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pct10" w:color="auto" w:fill="auto"/>
        <w:tblLook w:val="01E0" w:firstRow="1" w:lastRow="1" w:firstColumn="1" w:lastColumn="1" w:noHBand="0" w:noVBand="0"/>
      </w:tblPr>
      <w:tblGrid>
        <w:gridCol w:w="9184"/>
      </w:tblGrid>
      <w:tr w:rsidR="00F064AB" w:rsidRPr="0087246C" w14:paraId="05BCB0EB" w14:textId="77777777" w:rsidTr="001C12DA">
        <w:tc>
          <w:tcPr>
            <w:tcW w:w="9713" w:type="dxa"/>
            <w:tcBorders>
              <w:top w:val="single" w:sz="12" w:space="0" w:color="auto"/>
              <w:left w:val="single" w:sz="12" w:space="0" w:color="auto"/>
              <w:bottom w:val="single" w:sz="12" w:space="0" w:color="auto"/>
              <w:right w:val="single" w:sz="12" w:space="0" w:color="auto"/>
            </w:tcBorders>
            <w:shd w:val="pct10" w:color="auto" w:fill="auto"/>
          </w:tcPr>
          <w:p w14:paraId="36949E1A" w14:textId="56FC279F" w:rsidR="007C39FC" w:rsidRPr="007C39FC" w:rsidRDefault="004A5DB3" w:rsidP="007C39FC">
            <w:pPr>
              <w:pStyle w:val="Heading1"/>
              <w:tabs>
                <w:tab w:val="left" w:pos="8610"/>
              </w:tabs>
              <w:jc w:val="center"/>
              <w:rPr>
                <w:color w:val="auto"/>
                <w:sz w:val="36"/>
                <w:szCs w:val="36"/>
              </w:rPr>
            </w:pPr>
            <w:r>
              <w:rPr>
                <w:color w:val="auto"/>
                <w:sz w:val="36"/>
                <w:szCs w:val="36"/>
              </w:rPr>
              <w:t>06.1</w:t>
            </w:r>
            <w:r w:rsidR="006E5FAD">
              <w:rPr>
                <w:color w:val="auto"/>
                <w:sz w:val="36"/>
                <w:szCs w:val="36"/>
              </w:rPr>
              <w:t>5</w:t>
            </w:r>
            <w:r>
              <w:rPr>
                <w:color w:val="auto"/>
                <w:sz w:val="36"/>
                <w:szCs w:val="36"/>
              </w:rPr>
              <w:t xml:space="preserve"> </w:t>
            </w:r>
            <w:r w:rsidR="007C39FC" w:rsidRPr="007C39FC">
              <w:rPr>
                <w:color w:val="auto"/>
                <w:sz w:val="36"/>
                <w:szCs w:val="36"/>
              </w:rPr>
              <w:t xml:space="preserve">Use of mobile phones, cameras and technological devices policy </w:t>
            </w:r>
          </w:p>
          <w:p w14:paraId="257045EA" w14:textId="47D4C606" w:rsidR="00F064AB" w:rsidRPr="00126803" w:rsidRDefault="00F064AB" w:rsidP="007C36BA">
            <w:pPr>
              <w:spacing w:before="240" w:after="120"/>
              <w:jc w:val="right"/>
              <w:rPr>
                <w:iCs/>
                <w:color w:val="FF0000"/>
              </w:rPr>
            </w:pPr>
          </w:p>
        </w:tc>
      </w:tr>
    </w:tbl>
    <w:p w14:paraId="0A37501D" w14:textId="77777777" w:rsidR="007C39FC" w:rsidRDefault="007C39FC" w:rsidP="00451633">
      <w:pPr>
        <w:tabs>
          <w:tab w:val="left" w:pos="1185"/>
        </w:tabs>
      </w:pPr>
    </w:p>
    <w:p w14:paraId="131482CD" w14:textId="77777777" w:rsidR="007C39FC" w:rsidRDefault="007C39FC" w:rsidP="007C39FC">
      <w:pPr>
        <w:pStyle w:val="BodyText2"/>
        <w:jc w:val="both"/>
        <w:rPr>
          <w:b/>
        </w:rPr>
      </w:pPr>
      <w:r>
        <w:rPr>
          <w:b/>
        </w:rPr>
        <w:t xml:space="preserve">* </w:t>
      </w:r>
      <w:r w:rsidRPr="00AE27B3">
        <w:rPr>
          <w:b/>
        </w:rPr>
        <w:t>Throughout this policy the term non-staff may include children, parents, visitors and contractors.</w:t>
      </w:r>
    </w:p>
    <w:p w14:paraId="5DAB6C7B" w14:textId="77777777" w:rsidR="007C39FC" w:rsidRPr="00D35B9C" w:rsidRDefault="007C39FC" w:rsidP="007C39FC">
      <w:pPr>
        <w:pStyle w:val="BodyText2"/>
        <w:jc w:val="both"/>
        <w:rPr>
          <w:b/>
        </w:rPr>
      </w:pPr>
    </w:p>
    <w:p w14:paraId="06575E28" w14:textId="77777777" w:rsidR="007C39FC" w:rsidRDefault="007C39FC" w:rsidP="007C39FC">
      <w:pPr>
        <w:spacing w:after="120"/>
        <w:jc w:val="both"/>
        <w:rPr>
          <w:b/>
          <w:sz w:val="28"/>
          <w:szCs w:val="28"/>
        </w:rPr>
      </w:pPr>
      <w:r w:rsidRPr="00F52C4C">
        <w:rPr>
          <w:b/>
          <w:sz w:val="28"/>
          <w:szCs w:val="28"/>
        </w:rPr>
        <w:t>1.</w:t>
      </w:r>
      <w:r>
        <w:rPr>
          <w:b/>
          <w:sz w:val="28"/>
          <w:szCs w:val="28"/>
        </w:rPr>
        <w:t xml:space="preserve">  </w:t>
      </w:r>
      <w:r w:rsidRPr="00F52C4C">
        <w:rPr>
          <w:b/>
          <w:sz w:val="28"/>
          <w:szCs w:val="28"/>
        </w:rPr>
        <w:t>Use of perso</w:t>
      </w:r>
      <w:r>
        <w:rPr>
          <w:b/>
          <w:sz w:val="28"/>
          <w:szCs w:val="28"/>
        </w:rPr>
        <w:t xml:space="preserve">nal </w:t>
      </w:r>
      <w:r w:rsidR="002362EC" w:rsidRPr="00E00989">
        <w:rPr>
          <w:b/>
          <w:sz w:val="28"/>
          <w:szCs w:val="28"/>
        </w:rPr>
        <w:t xml:space="preserve">mobile phones, cameras and other </w:t>
      </w:r>
      <w:r w:rsidRPr="00E00989">
        <w:rPr>
          <w:b/>
          <w:sz w:val="28"/>
          <w:szCs w:val="28"/>
        </w:rPr>
        <w:t>technological devices</w:t>
      </w:r>
      <w:r w:rsidR="002362EC" w:rsidRPr="00E00989">
        <w:rPr>
          <w:b/>
          <w:sz w:val="28"/>
          <w:szCs w:val="28"/>
        </w:rPr>
        <w:t xml:space="preserve"> by staff, </w:t>
      </w:r>
      <w:r w:rsidRPr="00E00989">
        <w:rPr>
          <w:b/>
          <w:sz w:val="28"/>
          <w:szCs w:val="28"/>
        </w:rPr>
        <w:t>volunteers</w:t>
      </w:r>
      <w:r w:rsidR="002362EC" w:rsidRPr="00E00989">
        <w:rPr>
          <w:b/>
          <w:sz w:val="28"/>
          <w:szCs w:val="28"/>
        </w:rPr>
        <w:t xml:space="preserve"> or students</w:t>
      </w:r>
    </w:p>
    <w:tbl>
      <w:tblPr>
        <w:tblW w:w="0" w:type="auto"/>
        <w:shd w:val="pct10" w:color="auto" w:fill="auto"/>
        <w:tblLook w:val="01E0" w:firstRow="1" w:lastRow="1" w:firstColumn="1" w:lastColumn="1" w:noHBand="0" w:noVBand="0"/>
      </w:tblPr>
      <w:tblGrid>
        <w:gridCol w:w="9214"/>
      </w:tblGrid>
      <w:tr w:rsidR="007C39FC" w:rsidRPr="00970E59" w14:paraId="40B4EB2F" w14:textId="77777777" w:rsidTr="00C5063C">
        <w:tc>
          <w:tcPr>
            <w:tcW w:w="9855" w:type="dxa"/>
            <w:shd w:val="pct10" w:color="auto" w:fill="auto"/>
          </w:tcPr>
          <w:p w14:paraId="39756BBF" w14:textId="7AD75C5D" w:rsidR="007C39FC" w:rsidRPr="00970E59" w:rsidRDefault="004A5DB3" w:rsidP="007C39FC">
            <w:pPr>
              <w:pStyle w:val="BodyText"/>
              <w:spacing w:before="120" w:after="120"/>
              <w:jc w:val="both"/>
              <w:rPr>
                <w:b/>
                <w:bCs/>
                <w:color w:val="auto"/>
              </w:rPr>
            </w:pPr>
            <w:r>
              <w:rPr>
                <w:b/>
                <w:i/>
                <w:color w:val="auto"/>
                <w:lang w:val="en-US"/>
              </w:rPr>
              <w:t xml:space="preserve">Gorefield Pre-School </w:t>
            </w:r>
            <w:r w:rsidR="007C39FC" w:rsidRPr="00970E59">
              <w:rPr>
                <w:b/>
                <w:bCs/>
                <w:color w:val="auto"/>
              </w:rPr>
              <w:t xml:space="preserve">recognises that staff, </w:t>
            </w:r>
            <w:r w:rsidR="002362EC">
              <w:rPr>
                <w:b/>
                <w:bCs/>
                <w:color w:val="auto"/>
              </w:rPr>
              <w:t xml:space="preserve">volunteers and </w:t>
            </w:r>
            <w:r w:rsidR="007C39FC" w:rsidRPr="00970E59">
              <w:rPr>
                <w:b/>
                <w:bCs/>
                <w:color w:val="auto"/>
              </w:rPr>
              <w:t xml:space="preserve">students may wish to have their personal mobile phones at work for use in case of emergency. </w:t>
            </w:r>
            <w:r w:rsidR="007C39FC">
              <w:rPr>
                <w:b/>
                <w:bCs/>
                <w:color w:val="auto"/>
              </w:rPr>
              <w:t>It is acknowledged that staff may also have other technological devices in their possession or within their personal belongings.</w:t>
            </w:r>
          </w:p>
          <w:p w14:paraId="7D38738B" w14:textId="77777777" w:rsidR="007C39FC" w:rsidRPr="00970E59" w:rsidRDefault="007C39FC" w:rsidP="007C39FC">
            <w:pPr>
              <w:spacing w:after="120"/>
              <w:jc w:val="both"/>
              <w:rPr>
                <w:b/>
                <w:sz w:val="28"/>
                <w:szCs w:val="28"/>
              </w:rPr>
            </w:pPr>
            <w:r w:rsidRPr="00970E59">
              <w:rPr>
                <w:b/>
                <w:bCs/>
              </w:rPr>
              <w:t>However, safeguarding of children within the setting is paramount and it is recognised</w:t>
            </w:r>
            <w:r>
              <w:rPr>
                <w:b/>
                <w:bCs/>
              </w:rPr>
              <w:t xml:space="preserve"> that personal mobile phones and technological</w:t>
            </w:r>
            <w:r w:rsidRPr="00970E59">
              <w:rPr>
                <w:b/>
                <w:bCs/>
              </w:rPr>
              <w:t xml:space="preserve"> </w:t>
            </w:r>
            <w:r>
              <w:rPr>
                <w:b/>
                <w:bCs/>
              </w:rPr>
              <w:t>devices</w:t>
            </w:r>
            <w:r w:rsidR="00F96969">
              <w:rPr>
                <w:b/>
                <w:bCs/>
              </w:rPr>
              <w:t xml:space="preserve"> </w:t>
            </w:r>
            <w:r w:rsidRPr="00970E59">
              <w:rPr>
                <w:b/>
                <w:bCs/>
              </w:rPr>
              <w:t xml:space="preserve">have the potential to be used inappropriately </w:t>
            </w:r>
            <w:r>
              <w:rPr>
                <w:b/>
                <w:bCs/>
              </w:rPr>
              <w:t xml:space="preserve">or distract from the safe supervision of the children. The </w:t>
            </w:r>
            <w:r w:rsidRPr="00970E59">
              <w:rPr>
                <w:b/>
                <w:bCs/>
              </w:rPr>
              <w:t>setting management has implemented the following policy:</w:t>
            </w:r>
          </w:p>
        </w:tc>
      </w:tr>
    </w:tbl>
    <w:p w14:paraId="1321EC4E" w14:textId="1CDB2734" w:rsidR="007C39FC" w:rsidRPr="00C45468" w:rsidRDefault="007C39FC" w:rsidP="0052142B">
      <w:pPr>
        <w:numPr>
          <w:ilvl w:val="0"/>
          <w:numId w:val="22"/>
        </w:numPr>
        <w:spacing w:before="240"/>
        <w:ind w:left="357" w:hanging="357"/>
        <w:jc w:val="both"/>
      </w:pPr>
      <w:r>
        <w:t xml:space="preserve">Personal mobile phones and </w:t>
      </w:r>
      <w:r w:rsidR="005E180B">
        <w:t xml:space="preserve">other </w:t>
      </w:r>
      <w:r>
        <w:t xml:space="preserve">technological devices should only be used outside of working hours and </w:t>
      </w:r>
      <w:r w:rsidR="00F96969">
        <w:t>not when</w:t>
      </w:r>
      <w:r>
        <w:t xml:space="preserve"> children are present.</w:t>
      </w:r>
      <w:r w:rsidR="00D01D9A">
        <w:t xml:space="preserve"> </w:t>
      </w:r>
      <w:r w:rsidR="00E16A35" w:rsidRPr="00075E72">
        <w:t xml:space="preserve">All devices with imaging and sharing capabilities including </w:t>
      </w:r>
      <w:r w:rsidR="00F96969" w:rsidRPr="00075E72">
        <w:t xml:space="preserve">Smart watches should </w:t>
      </w:r>
      <w:r w:rsidR="00F96969">
        <w:t>have messaging and camera modes turned off if worn when working directly with children</w:t>
      </w:r>
      <w:r w:rsidR="00F96969" w:rsidRPr="00C45468">
        <w:t xml:space="preserve">. </w:t>
      </w:r>
    </w:p>
    <w:p w14:paraId="20A10AB2" w14:textId="77777777" w:rsidR="007C39FC" w:rsidRPr="00E00989" w:rsidRDefault="007C39FC" w:rsidP="00BC3663">
      <w:pPr>
        <w:numPr>
          <w:ilvl w:val="0"/>
          <w:numId w:val="22"/>
        </w:numPr>
        <w:jc w:val="both"/>
      </w:pPr>
      <w:r>
        <w:t>Personal mobile phones and technological devices</w:t>
      </w:r>
      <w:r w:rsidR="00F96969">
        <w:t xml:space="preserve"> </w:t>
      </w:r>
      <w:r w:rsidRPr="001044F1">
        <w:t>should be stored in staff lockers or in the staff room.</w:t>
      </w:r>
      <w:r>
        <w:t xml:space="preserve"> </w:t>
      </w:r>
      <w:r w:rsidR="00663658" w:rsidRPr="001044F1">
        <w:t xml:space="preserve">The setting will need to consider where </w:t>
      </w:r>
      <w:r w:rsidR="00663658">
        <w:t xml:space="preserve">devices </w:t>
      </w:r>
      <w:r w:rsidR="00663658" w:rsidRPr="001044F1">
        <w:t>will be stored if lockers are not available</w:t>
      </w:r>
      <w:r w:rsidR="00663658">
        <w:t xml:space="preserve"> </w:t>
      </w:r>
      <w:r w:rsidR="00663658" w:rsidRPr="00A66285">
        <w:t>given the potential safeguarding risks.</w:t>
      </w:r>
      <w:r w:rsidR="00F96969">
        <w:t xml:space="preserve"> </w:t>
      </w:r>
      <w:r w:rsidR="00D01D9A" w:rsidRPr="00E00989">
        <w:t xml:space="preserve"> </w:t>
      </w:r>
    </w:p>
    <w:p w14:paraId="594EAB7C" w14:textId="77777777" w:rsidR="007C39FC" w:rsidRDefault="007C39FC" w:rsidP="0052142B">
      <w:pPr>
        <w:numPr>
          <w:ilvl w:val="0"/>
          <w:numId w:val="22"/>
        </w:numPr>
        <w:jc w:val="both"/>
      </w:pPr>
      <w:r>
        <w:t xml:space="preserve">In very unusual circumstances, such as a family emergency, staff and volunteers should seek permission from the manager or employer to use their mobile phone or a technological device. </w:t>
      </w:r>
    </w:p>
    <w:p w14:paraId="5507642A" w14:textId="77777777" w:rsidR="007C39FC" w:rsidRDefault="007C39FC" w:rsidP="0052142B">
      <w:pPr>
        <w:numPr>
          <w:ilvl w:val="0"/>
          <w:numId w:val="22"/>
        </w:numPr>
        <w:jc w:val="both"/>
      </w:pPr>
      <w:r>
        <w:t>If a staff member, student or volunteer must use their mobile phone or technological device (see above) this should be away from the children and ensuring that staff supervision levels are not compromised.</w:t>
      </w:r>
    </w:p>
    <w:p w14:paraId="6B8B8FDA" w14:textId="09D48064" w:rsidR="068F0092" w:rsidRPr="00075E72" w:rsidRDefault="068F0092" w:rsidP="32A69D29">
      <w:pPr>
        <w:numPr>
          <w:ilvl w:val="0"/>
          <w:numId w:val="22"/>
        </w:numPr>
        <w:jc w:val="both"/>
        <w:rPr>
          <w:szCs w:val="24"/>
        </w:rPr>
      </w:pPr>
      <w:r w:rsidRPr="00075E72">
        <w:rPr>
          <w:szCs w:val="24"/>
        </w:rPr>
        <w:t>Consideration will be given to Staff or children who have a technological device to record medical needs such in the case of recording blood sugar levels. This will be risk assessed recognising the unique need of this device and the clear</w:t>
      </w:r>
      <w:r w:rsidR="273C8DF9" w:rsidRPr="00075E72">
        <w:rPr>
          <w:szCs w:val="24"/>
        </w:rPr>
        <w:t xml:space="preserve"> use of it for the individual. </w:t>
      </w:r>
    </w:p>
    <w:p w14:paraId="3F383698" w14:textId="77777777" w:rsidR="007C39FC" w:rsidRDefault="007C39FC" w:rsidP="0052142B">
      <w:pPr>
        <w:numPr>
          <w:ilvl w:val="0"/>
          <w:numId w:val="22"/>
        </w:numPr>
        <w:jc w:val="both"/>
      </w:pPr>
      <w:r>
        <w:t>Staff, students or volunteers who ignore this policy and use a mobile phone or other technological device on the setting premises without permission may face disciplinary action.</w:t>
      </w:r>
    </w:p>
    <w:p w14:paraId="2E1F4CC5" w14:textId="77777777" w:rsidR="007C39FC" w:rsidRDefault="007C39FC" w:rsidP="0052142B">
      <w:pPr>
        <w:numPr>
          <w:ilvl w:val="0"/>
          <w:numId w:val="22"/>
        </w:numPr>
        <w:jc w:val="both"/>
      </w:pPr>
      <w:r>
        <w:t>The setting’s main phone number can be used for emergencies by staff or volunteers or by people who need to contact them.</w:t>
      </w:r>
    </w:p>
    <w:p w14:paraId="56E74C1C" w14:textId="77777777" w:rsidR="007C39FC" w:rsidRDefault="007C39FC" w:rsidP="0052142B">
      <w:pPr>
        <w:numPr>
          <w:ilvl w:val="0"/>
          <w:numId w:val="22"/>
        </w:numPr>
        <w:jc w:val="both"/>
      </w:pPr>
      <w:r>
        <w:t xml:space="preserve">In circumstances such as outings and </w:t>
      </w:r>
      <w:r w:rsidR="00E00989">
        <w:t>off-site</w:t>
      </w:r>
      <w:r>
        <w:t xml:space="preserve"> visits, staff will agree with their manager the appropriate use of mobile phones in the event of an emergency.</w:t>
      </w:r>
      <w:r w:rsidR="002362EC">
        <w:t xml:space="preserve"> The </w:t>
      </w:r>
      <w:r w:rsidR="002362EC">
        <w:lastRenderedPageBreak/>
        <w:t>setting will consider purchasing an additional phone/</w:t>
      </w:r>
      <w:r w:rsidR="00380769">
        <w:t xml:space="preserve">s to be used on </w:t>
      </w:r>
      <w:r w:rsidR="002362EC">
        <w:t>off-site trips</w:t>
      </w:r>
      <w:r w:rsidR="00380769">
        <w:t xml:space="preserve"> and in emergencies when evacuation of the premises is required (such as fire emergencies).</w:t>
      </w:r>
    </w:p>
    <w:p w14:paraId="2E840621" w14:textId="77777777" w:rsidR="007C39FC" w:rsidRDefault="007C39FC" w:rsidP="0052142B">
      <w:pPr>
        <w:numPr>
          <w:ilvl w:val="0"/>
          <w:numId w:val="22"/>
        </w:numPr>
        <w:jc w:val="both"/>
      </w:pPr>
      <w:r>
        <w:t xml:space="preserve">Where there is a suspicion that the material on a mobile phone or technological device may be unsuitable and may constitute evidence relating to a criminal offence, </w:t>
      </w:r>
    </w:p>
    <w:p w14:paraId="09AB611D" w14:textId="77777777" w:rsidR="007C39FC" w:rsidRDefault="00491642" w:rsidP="0052142B">
      <w:pPr>
        <w:ind w:left="360"/>
        <w:jc w:val="both"/>
      </w:pPr>
      <w:r>
        <w:t>The</w:t>
      </w:r>
      <w:r w:rsidR="007C39FC">
        <w:t xml:space="preserve"> ‘Allegations of Abuse’ process will be followed (please refer to the setting’s ‘</w:t>
      </w:r>
      <w:r w:rsidR="002362EC" w:rsidRPr="007A62E6">
        <w:t xml:space="preserve">Safeguarding and </w:t>
      </w:r>
      <w:r w:rsidR="007C39FC" w:rsidRPr="007A62E6">
        <w:t>Child</w:t>
      </w:r>
      <w:r w:rsidR="007C39FC">
        <w:t xml:space="preserve"> Protection Policy’).</w:t>
      </w:r>
    </w:p>
    <w:p w14:paraId="0285E7A2" w14:textId="77777777" w:rsidR="007C39FC" w:rsidRDefault="007C39FC" w:rsidP="0052142B">
      <w:pPr>
        <w:numPr>
          <w:ilvl w:val="0"/>
          <w:numId w:val="23"/>
        </w:numPr>
        <w:jc w:val="both"/>
      </w:pPr>
      <w:r>
        <w:t>Staff, students or volunteers remain responsible for their own property and will bear the responsibility of any losses.</w:t>
      </w:r>
    </w:p>
    <w:p w14:paraId="02EB378F" w14:textId="77777777" w:rsidR="007C39FC" w:rsidRDefault="007C39FC" w:rsidP="007C39FC">
      <w:pPr>
        <w:jc w:val="both"/>
        <w:rPr>
          <w:sz w:val="28"/>
          <w:szCs w:val="28"/>
        </w:rPr>
      </w:pPr>
    </w:p>
    <w:p w14:paraId="6969651F" w14:textId="77777777" w:rsidR="007C39FC" w:rsidRDefault="007C39FC" w:rsidP="007C39FC">
      <w:pPr>
        <w:ind w:right="-142"/>
        <w:rPr>
          <w:b/>
          <w:sz w:val="28"/>
          <w:szCs w:val="28"/>
        </w:rPr>
      </w:pPr>
      <w:r>
        <w:rPr>
          <w:b/>
          <w:sz w:val="28"/>
          <w:szCs w:val="28"/>
        </w:rPr>
        <w:t xml:space="preserve">2.  Use of personal mobile phones, </w:t>
      </w:r>
      <w:r w:rsidRPr="00F52C4C">
        <w:rPr>
          <w:b/>
          <w:sz w:val="28"/>
          <w:szCs w:val="28"/>
        </w:rPr>
        <w:t xml:space="preserve">cameras </w:t>
      </w:r>
      <w:r>
        <w:rPr>
          <w:b/>
          <w:sz w:val="28"/>
          <w:szCs w:val="28"/>
        </w:rPr>
        <w:t xml:space="preserve">and </w:t>
      </w:r>
      <w:r w:rsidR="002362EC" w:rsidRPr="00E00989">
        <w:rPr>
          <w:b/>
          <w:sz w:val="28"/>
          <w:szCs w:val="28"/>
        </w:rPr>
        <w:t>other</w:t>
      </w:r>
      <w:r w:rsidR="002362EC" w:rsidRPr="002362EC">
        <w:rPr>
          <w:b/>
          <w:color w:val="FF0000"/>
          <w:sz w:val="28"/>
          <w:szCs w:val="28"/>
        </w:rPr>
        <w:t xml:space="preserve"> </w:t>
      </w:r>
      <w:r>
        <w:rPr>
          <w:b/>
          <w:sz w:val="28"/>
          <w:szCs w:val="28"/>
        </w:rPr>
        <w:t xml:space="preserve">technological devices </w:t>
      </w:r>
      <w:r w:rsidRPr="00F52C4C">
        <w:rPr>
          <w:b/>
          <w:sz w:val="28"/>
          <w:szCs w:val="28"/>
        </w:rPr>
        <w:t>by non-s</w:t>
      </w:r>
      <w:r>
        <w:rPr>
          <w:b/>
          <w:sz w:val="28"/>
          <w:szCs w:val="28"/>
        </w:rPr>
        <w:t>taff</w:t>
      </w:r>
      <w:r w:rsidRPr="00397CF9">
        <w:rPr>
          <w:rStyle w:val="FootnoteReference"/>
          <w:b/>
          <w:sz w:val="28"/>
          <w:szCs w:val="28"/>
        </w:rPr>
        <w:footnoteReference w:customMarkFollows="1" w:id="2"/>
        <w:t>*</w:t>
      </w:r>
    </w:p>
    <w:p w14:paraId="6A05A809" w14:textId="77777777" w:rsidR="00E00989" w:rsidRPr="00F52C4C" w:rsidRDefault="00E00989" w:rsidP="007C39FC">
      <w:pPr>
        <w:ind w:right="-142"/>
        <w:rPr>
          <w:b/>
          <w:sz w:val="28"/>
          <w:szCs w:val="28"/>
        </w:rPr>
      </w:pPr>
    </w:p>
    <w:tbl>
      <w:tblPr>
        <w:tblW w:w="0" w:type="auto"/>
        <w:tblInd w:w="392" w:type="dxa"/>
        <w:shd w:val="pct10" w:color="auto" w:fill="auto"/>
        <w:tblLook w:val="01E0" w:firstRow="1" w:lastRow="1" w:firstColumn="1" w:lastColumn="1" w:noHBand="0" w:noVBand="0"/>
      </w:tblPr>
      <w:tblGrid>
        <w:gridCol w:w="8822"/>
      </w:tblGrid>
      <w:tr w:rsidR="007C39FC" w:rsidRPr="00970E59" w14:paraId="052E836E" w14:textId="77777777" w:rsidTr="564DF47E">
        <w:tc>
          <w:tcPr>
            <w:tcW w:w="9320" w:type="dxa"/>
          </w:tcPr>
          <w:p w14:paraId="543F9A6E" w14:textId="0C924572" w:rsidR="007C39FC" w:rsidRPr="00970E59" w:rsidRDefault="004A5DB3" w:rsidP="002362EC">
            <w:pPr>
              <w:pStyle w:val="BodyText"/>
              <w:spacing w:before="120"/>
              <w:jc w:val="both"/>
              <w:rPr>
                <w:b/>
                <w:bCs/>
                <w:color w:val="auto"/>
              </w:rPr>
            </w:pPr>
            <w:r>
              <w:rPr>
                <w:b/>
                <w:i/>
                <w:color w:val="auto"/>
                <w:lang w:val="en-US"/>
              </w:rPr>
              <w:t xml:space="preserve">Gorefield Pre-School </w:t>
            </w:r>
            <w:r w:rsidR="007C39FC" w:rsidRPr="00970E59">
              <w:rPr>
                <w:b/>
                <w:bCs/>
                <w:color w:val="auto"/>
              </w:rPr>
              <w:t>recognises that visitors may wish to have their personal mobi</w:t>
            </w:r>
            <w:r w:rsidR="007C39FC">
              <w:rPr>
                <w:b/>
                <w:bCs/>
                <w:color w:val="auto"/>
              </w:rPr>
              <w:t>le phones and technological devices with them.</w:t>
            </w:r>
          </w:p>
          <w:p w14:paraId="5A39BBE3" w14:textId="77777777" w:rsidR="00E00989" w:rsidRDefault="00E00989" w:rsidP="002362EC">
            <w:pPr>
              <w:jc w:val="both"/>
              <w:rPr>
                <w:b/>
                <w:bCs/>
              </w:rPr>
            </w:pPr>
          </w:p>
          <w:p w14:paraId="45A9B154" w14:textId="3557859B" w:rsidR="007C39FC" w:rsidRPr="00970E59" w:rsidRDefault="007C39FC" w:rsidP="002362EC">
            <w:pPr>
              <w:jc w:val="both"/>
              <w:rPr>
                <w:u w:val="single"/>
              </w:rPr>
            </w:pPr>
            <w:r w:rsidRPr="564DF47E">
              <w:rPr>
                <w:b/>
                <w:bCs/>
              </w:rPr>
              <w:t xml:space="preserve">However, safeguarding of children within the setting is paramount and it is recognised that personal mobile phones and </w:t>
            </w:r>
            <w:r w:rsidR="002362EC" w:rsidRPr="564DF47E">
              <w:rPr>
                <w:b/>
                <w:bCs/>
              </w:rPr>
              <w:t xml:space="preserve">other </w:t>
            </w:r>
            <w:r w:rsidRPr="564DF47E">
              <w:rPr>
                <w:b/>
                <w:bCs/>
              </w:rPr>
              <w:t xml:space="preserve">technological </w:t>
            </w:r>
            <w:proofErr w:type="gramStart"/>
            <w:r w:rsidRPr="564DF47E">
              <w:rPr>
                <w:b/>
                <w:bCs/>
              </w:rPr>
              <w:t>devices</w:t>
            </w:r>
            <w:r w:rsidR="2CE92381" w:rsidRPr="564DF47E">
              <w:rPr>
                <w:b/>
                <w:bCs/>
              </w:rPr>
              <w:t xml:space="preserve"> </w:t>
            </w:r>
            <w:r w:rsidRPr="564DF47E">
              <w:rPr>
                <w:b/>
                <w:bCs/>
              </w:rPr>
              <w:t xml:space="preserve"> have</w:t>
            </w:r>
            <w:proofErr w:type="gramEnd"/>
            <w:r w:rsidRPr="564DF47E">
              <w:rPr>
                <w:b/>
                <w:bCs/>
              </w:rPr>
              <w:t xml:space="preserve"> the potential to be used inappropriately and therefore the setting management has implemented the following policy:</w:t>
            </w:r>
          </w:p>
        </w:tc>
      </w:tr>
    </w:tbl>
    <w:p w14:paraId="41C8F396" w14:textId="77777777" w:rsidR="007C39FC" w:rsidRPr="00F52C4C" w:rsidRDefault="007C39FC" w:rsidP="007C39FC">
      <w:pPr>
        <w:pStyle w:val="BodyText"/>
        <w:jc w:val="left"/>
        <w:rPr>
          <w:b/>
          <w:bCs/>
          <w:color w:val="auto"/>
        </w:rPr>
      </w:pPr>
    </w:p>
    <w:p w14:paraId="7E41E9BC" w14:textId="77777777" w:rsidR="00D01D9A" w:rsidRPr="00D01D9A" w:rsidRDefault="007C39FC" w:rsidP="00D01D9A">
      <w:pPr>
        <w:pStyle w:val="BodyText"/>
        <w:numPr>
          <w:ilvl w:val="0"/>
          <w:numId w:val="25"/>
        </w:numPr>
        <w:ind w:left="357" w:hanging="357"/>
        <w:jc w:val="both"/>
        <w:rPr>
          <w:b/>
          <w:bCs/>
          <w:color w:val="auto"/>
        </w:rPr>
      </w:pPr>
      <w:r w:rsidRPr="00F52C4C">
        <w:rPr>
          <w:bCs/>
          <w:color w:val="auto"/>
        </w:rPr>
        <w:t xml:space="preserve">Mobile phones and </w:t>
      </w:r>
      <w:r>
        <w:rPr>
          <w:bCs/>
          <w:color w:val="auto"/>
        </w:rPr>
        <w:t xml:space="preserve">technological devices must </w:t>
      </w:r>
      <w:r w:rsidRPr="00F52C4C">
        <w:rPr>
          <w:bCs/>
          <w:color w:val="auto"/>
        </w:rPr>
        <w:t xml:space="preserve">only be used away from the children and where </w:t>
      </w:r>
      <w:r w:rsidRPr="00006C00">
        <w:rPr>
          <w:bCs/>
          <w:color w:val="auto"/>
        </w:rPr>
        <w:t>possible, off site</w:t>
      </w:r>
      <w:r w:rsidR="00D01D9A">
        <w:rPr>
          <w:bCs/>
          <w:color w:val="auto"/>
        </w:rPr>
        <w:t>.</w:t>
      </w:r>
    </w:p>
    <w:p w14:paraId="6E7209CB" w14:textId="77777777" w:rsidR="007C39FC" w:rsidRPr="00006C00" w:rsidRDefault="007C39FC" w:rsidP="002362EC">
      <w:pPr>
        <w:pStyle w:val="BodyText"/>
        <w:numPr>
          <w:ilvl w:val="0"/>
          <w:numId w:val="25"/>
        </w:numPr>
        <w:ind w:left="357" w:hanging="357"/>
        <w:jc w:val="both"/>
        <w:rPr>
          <w:b/>
          <w:bCs/>
          <w:color w:val="auto"/>
        </w:rPr>
      </w:pPr>
      <w:r w:rsidRPr="00006C00">
        <w:rPr>
          <w:color w:val="auto"/>
        </w:rPr>
        <w:t xml:space="preserve">In </w:t>
      </w:r>
      <w:r>
        <w:rPr>
          <w:color w:val="auto"/>
        </w:rPr>
        <w:t xml:space="preserve">exceptional </w:t>
      </w:r>
      <w:r w:rsidRPr="00006C00">
        <w:rPr>
          <w:color w:val="auto"/>
        </w:rPr>
        <w:t>circumstances, such a</w:t>
      </w:r>
      <w:r>
        <w:rPr>
          <w:color w:val="auto"/>
        </w:rPr>
        <w:t>s a family emergency,</w:t>
      </w:r>
      <w:r w:rsidRPr="00006C00">
        <w:rPr>
          <w:color w:val="auto"/>
        </w:rPr>
        <w:t xml:space="preserve"> </w:t>
      </w:r>
      <w:r>
        <w:rPr>
          <w:color w:val="auto"/>
        </w:rPr>
        <w:t>visitors</w:t>
      </w:r>
      <w:r w:rsidRPr="00006C00">
        <w:rPr>
          <w:color w:val="auto"/>
        </w:rPr>
        <w:t xml:space="preserve"> should seek permission from the setting manager to use their mobile phone</w:t>
      </w:r>
      <w:r>
        <w:rPr>
          <w:color w:val="auto"/>
        </w:rPr>
        <w:t>.</w:t>
      </w:r>
      <w:r w:rsidRPr="00006C00">
        <w:rPr>
          <w:color w:val="auto"/>
        </w:rPr>
        <w:t xml:space="preserve"> </w:t>
      </w:r>
    </w:p>
    <w:p w14:paraId="069171C4" w14:textId="77777777" w:rsidR="007C39FC" w:rsidRPr="00006C00" w:rsidRDefault="007C39FC" w:rsidP="002362EC">
      <w:pPr>
        <w:pStyle w:val="BodyText"/>
        <w:numPr>
          <w:ilvl w:val="0"/>
          <w:numId w:val="25"/>
        </w:numPr>
        <w:ind w:left="357" w:hanging="357"/>
        <w:jc w:val="both"/>
        <w:rPr>
          <w:b/>
          <w:bCs/>
          <w:color w:val="auto"/>
        </w:rPr>
      </w:pPr>
      <w:r w:rsidRPr="00006C00">
        <w:rPr>
          <w:color w:val="auto"/>
        </w:rPr>
        <w:t>The setting</w:t>
      </w:r>
      <w:r>
        <w:rPr>
          <w:color w:val="auto"/>
        </w:rPr>
        <w:t>’s</w:t>
      </w:r>
      <w:r w:rsidRPr="00006C00">
        <w:rPr>
          <w:color w:val="auto"/>
        </w:rPr>
        <w:t xml:space="preserve"> main phone number can be used for emergencies</w:t>
      </w:r>
      <w:r>
        <w:rPr>
          <w:color w:val="auto"/>
        </w:rPr>
        <w:t>.</w:t>
      </w:r>
      <w:r w:rsidRPr="00006C00">
        <w:rPr>
          <w:color w:val="auto"/>
        </w:rPr>
        <w:t xml:space="preserve"> </w:t>
      </w:r>
    </w:p>
    <w:p w14:paraId="31C9B7DA" w14:textId="7644E082" w:rsidR="007C39FC" w:rsidRPr="00A66285" w:rsidRDefault="007C39FC" w:rsidP="002362EC">
      <w:pPr>
        <w:numPr>
          <w:ilvl w:val="0"/>
          <w:numId w:val="24"/>
        </w:numPr>
        <w:ind w:left="357" w:hanging="357"/>
        <w:jc w:val="both"/>
      </w:pPr>
      <w:r>
        <w:t xml:space="preserve">Photos of children must not be taken without prior discussion with the setting manager and in accordance with the </w:t>
      </w:r>
      <w:r w:rsidR="3CDB5171">
        <w:t>UK</w:t>
      </w:r>
      <w:r w:rsidR="747F1AEE">
        <w:t xml:space="preserve"> </w:t>
      </w:r>
      <w:r w:rsidR="006B10BD">
        <w:t>General Data Protection Regulation and Data Protection Act 2018</w:t>
      </w:r>
      <w:r>
        <w:t xml:space="preserve"> </w:t>
      </w:r>
      <w:r w:rsidR="0052142B">
        <w:t>(</w:t>
      </w:r>
      <w:r w:rsidR="2D956910">
        <w:t>UK</w:t>
      </w:r>
      <w:r w:rsidR="0052142B">
        <w:t xml:space="preserve">GDPR) </w:t>
      </w:r>
      <w:r>
        <w:t>and using the ‘Use of images consent form’ (please refer to the setting’s document ‘Guidance for</w:t>
      </w:r>
      <w:r w:rsidR="006B10BD">
        <w:t xml:space="preserve"> settings on the use of images’</w:t>
      </w:r>
      <w:r w:rsidR="002362EC">
        <w:t>)</w:t>
      </w:r>
      <w:r w:rsidR="006B10BD">
        <w:t>.</w:t>
      </w:r>
    </w:p>
    <w:p w14:paraId="2E087B02" w14:textId="77777777" w:rsidR="007C39FC" w:rsidRPr="006B0366" w:rsidRDefault="007C39FC" w:rsidP="002362EC">
      <w:pPr>
        <w:numPr>
          <w:ilvl w:val="0"/>
          <w:numId w:val="24"/>
        </w:numPr>
        <w:ind w:left="357" w:hanging="357"/>
        <w:jc w:val="both"/>
        <w:rPr>
          <w:color w:val="000000"/>
        </w:rPr>
      </w:pPr>
      <w:r w:rsidRPr="00A66285">
        <w:t xml:space="preserve">In circumstances where there is a suspicion that the material on a mobile phone or </w:t>
      </w:r>
      <w:r w:rsidR="002362EC" w:rsidRPr="00E00989">
        <w:t>other</w:t>
      </w:r>
      <w:r w:rsidR="002362EC">
        <w:t xml:space="preserve"> technological device</w:t>
      </w:r>
      <w:r w:rsidRPr="00A66285">
        <w:t xml:space="preserve"> may be unsuitable and provide evidence relating to a criminal offence, the ‘Allegations of Abuse’ process will be followed (please refer to the setting’s ‘Child Protection </w:t>
      </w:r>
      <w:r w:rsidR="006B10BD" w:rsidRPr="00A66285">
        <w:t>and Safeguarding</w:t>
      </w:r>
      <w:r w:rsidR="006B10BD">
        <w:rPr>
          <w:color w:val="000000"/>
        </w:rPr>
        <w:t xml:space="preserve"> </w:t>
      </w:r>
      <w:r w:rsidRPr="006B0366">
        <w:rPr>
          <w:color w:val="000000"/>
        </w:rPr>
        <w:t>Policy’).</w:t>
      </w:r>
    </w:p>
    <w:p w14:paraId="0710ADC8" w14:textId="77777777" w:rsidR="007C39FC" w:rsidRDefault="007C39FC" w:rsidP="002362EC">
      <w:pPr>
        <w:numPr>
          <w:ilvl w:val="0"/>
          <w:numId w:val="24"/>
        </w:numPr>
        <w:ind w:left="357" w:hanging="357"/>
        <w:jc w:val="both"/>
      </w:pPr>
      <w:r>
        <w:t>Visitors remain responsible for their own property and will bear the responsibility of any losses.</w:t>
      </w:r>
    </w:p>
    <w:p w14:paraId="34157B1B" w14:textId="0FAAB446" w:rsidR="66DC9114" w:rsidRPr="004A5DB3" w:rsidRDefault="66DC9114" w:rsidP="36B91A5B">
      <w:pPr>
        <w:numPr>
          <w:ilvl w:val="0"/>
          <w:numId w:val="24"/>
        </w:numPr>
        <w:ind w:left="357" w:hanging="357"/>
        <w:jc w:val="both"/>
      </w:pPr>
      <w:r w:rsidRPr="004A5DB3">
        <w:t xml:space="preserve">Exceptions </w:t>
      </w:r>
      <w:r w:rsidR="00E16A35" w:rsidRPr="004A5DB3">
        <w:t>may</w:t>
      </w:r>
      <w:r w:rsidRPr="004A5DB3">
        <w:t xml:space="preserve"> be made when </w:t>
      </w:r>
      <w:r w:rsidR="00075E72" w:rsidRPr="004A5DB3">
        <w:t>visitors</w:t>
      </w:r>
      <w:r w:rsidRPr="004A5DB3">
        <w:t xml:space="preserve"> need to use their device for medical recording such as in the case of recording sugar levels for a diabetic. The setting will risk assess the use of the d</w:t>
      </w:r>
      <w:r w:rsidR="1098B163" w:rsidRPr="004A5DB3">
        <w:t xml:space="preserve">evice in this instance and remind the </w:t>
      </w:r>
      <w:r w:rsidR="00075E72" w:rsidRPr="004A5DB3">
        <w:t>visitor</w:t>
      </w:r>
      <w:r w:rsidR="1098B163" w:rsidRPr="004A5DB3">
        <w:t xml:space="preserve"> of the strict use of the device for only this purpose. </w:t>
      </w:r>
    </w:p>
    <w:p w14:paraId="72A3D3EC" w14:textId="77777777" w:rsidR="00B6168C" w:rsidRPr="00B6168C" w:rsidRDefault="00B6168C" w:rsidP="00B6168C">
      <w:pPr>
        <w:ind w:left="357"/>
        <w:jc w:val="both"/>
      </w:pPr>
    </w:p>
    <w:p w14:paraId="23DD5E57" w14:textId="77777777" w:rsidR="007C39FC" w:rsidRDefault="00B6168C" w:rsidP="00B6168C">
      <w:pPr>
        <w:ind w:right="-142"/>
        <w:jc w:val="both"/>
        <w:rPr>
          <w:b/>
          <w:sz w:val="28"/>
          <w:szCs w:val="28"/>
        </w:rPr>
      </w:pPr>
      <w:r>
        <w:rPr>
          <w:b/>
          <w:sz w:val="28"/>
          <w:szCs w:val="28"/>
        </w:rPr>
        <w:t xml:space="preserve">3. </w:t>
      </w:r>
      <w:r w:rsidR="007C39FC" w:rsidRPr="00555FB9">
        <w:rPr>
          <w:b/>
          <w:sz w:val="28"/>
          <w:szCs w:val="28"/>
        </w:rPr>
        <w:t>Use of the setting’s mobile phone</w:t>
      </w:r>
      <w:r w:rsidR="007C39FC">
        <w:rPr>
          <w:b/>
          <w:sz w:val="28"/>
          <w:szCs w:val="28"/>
        </w:rPr>
        <w:t>,</w:t>
      </w:r>
      <w:r w:rsidR="007C39FC" w:rsidRPr="00555FB9">
        <w:rPr>
          <w:b/>
          <w:sz w:val="28"/>
          <w:szCs w:val="28"/>
        </w:rPr>
        <w:t xml:space="preserve"> camera and </w:t>
      </w:r>
      <w:r w:rsidR="007C39FC">
        <w:rPr>
          <w:b/>
          <w:sz w:val="28"/>
          <w:szCs w:val="28"/>
        </w:rPr>
        <w:t>technological devices</w:t>
      </w:r>
    </w:p>
    <w:p w14:paraId="0D0B940D" w14:textId="77777777" w:rsidR="005E180B" w:rsidRPr="00555FB9" w:rsidRDefault="005E180B" w:rsidP="00B6168C">
      <w:pPr>
        <w:ind w:right="-142"/>
        <w:jc w:val="both"/>
        <w:rPr>
          <w:b/>
          <w:sz w:val="28"/>
          <w:szCs w:val="28"/>
        </w:rPr>
      </w:pPr>
    </w:p>
    <w:tbl>
      <w:tblPr>
        <w:tblW w:w="0" w:type="auto"/>
        <w:tblInd w:w="392" w:type="dxa"/>
        <w:shd w:val="pct10" w:color="auto" w:fill="auto"/>
        <w:tblLook w:val="01E0" w:firstRow="1" w:lastRow="1" w:firstColumn="1" w:lastColumn="1" w:noHBand="0" w:noVBand="0"/>
      </w:tblPr>
      <w:tblGrid>
        <w:gridCol w:w="8822"/>
      </w:tblGrid>
      <w:tr w:rsidR="007C39FC" w:rsidRPr="00970E59" w14:paraId="362D1DDF" w14:textId="77777777" w:rsidTr="005E180B">
        <w:tc>
          <w:tcPr>
            <w:tcW w:w="9320" w:type="dxa"/>
            <w:shd w:val="pct10" w:color="auto" w:fill="auto"/>
          </w:tcPr>
          <w:p w14:paraId="123EACB9" w14:textId="28E338DB" w:rsidR="007C39FC" w:rsidRPr="00970E59" w:rsidRDefault="004A5DB3" w:rsidP="002362EC">
            <w:pPr>
              <w:spacing w:before="120" w:after="120"/>
              <w:jc w:val="both"/>
              <w:rPr>
                <w:u w:val="single"/>
              </w:rPr>
            </w:pPr>
            <w:r>
              <w:rPr>
                <w:b/>
                <w:i/>
              </w:rPr>
              <w:t xml:space="preserve">Gorefield Pre-School </w:t>
            </w:r>
            <w:r w:rsidR="007C39FC" w:rsidRPr="00970E59">
              <w:rPr>
                <w:b/>
              </w:rPr>
              <w:t xml:space="preserve">provides a mobile phone and camera for staff, volunteers </w:t>
            </w:r>
            <w:r w:rsidR="002362EC">
              <w:rPr>
                <w:b/>
              </w:rPr>
              <w:t>and students</w:t>
            </w:r>
            <w:r w:rsidR="0052142B">
              <w:rPr>
                <w:b/>
              </w:rPr>
              <w:t xml:space="preserve"> </w:t>
            </w:r>
            <w:r w:rsidR="007C39FC" w:rsidRPr="00970E59">
              <w:rPr>
                <w:b/>
              </w:rPr>
              <w:t>to use to support their work with children. To ensure the appropriate use of this equipment, and to safeguard children, the following policy applies:</w:t>
            </w:r>
          </w:p>
        </w:tc>
      </w:tr>
    </w:tbl>
    <w:p w14:paraId="0E27B00A" w14:textId="77777777" w:rsidR="007C39FC" w:rsidRPr="007C39FC" w:rsidRDefault="007C39FC" w:rsidP="007C39FC">
      <w:pPr>
        <w:ind w:left="360"/>
        <w:jc w:val="both"/>
        <w:rPr>
          <w:b/>
          <w:sz w:val="16"/>
          <w:szCs w:val="16"/>
        </w:rPr>
      </w:pPr>
    </w:p>
    <w:p w14:paraId="3F4E3CC9" w14:textId="77777777" w:rsidR="007C39FC" w:rsidRPr="005E180B" w:rsidRDefault="007C39FC" w:rsidP="0052142B">
      <w:pPr>
        <w:numPr>
          <w:ilvl w:val="0"/>
          <w:numId w:val="26"/>
        </w:numPr>
        <w:ind w:left="357" w:hanging="357"/>
        <w:jc w:val="both"/>
      </w:pPr>
      <w:r w:rsidRPr="00777B95">
        <w:t>Only the camera and</w:t>
      </w:r>
      <w:r w:rsidR="0052142B">
        <w:t xml:space="preserve"> </w:t>
      </w:r>
      <w:r w:rsidR="0052142B" w:rsidRPr="005E180B">
        <w:t>other</w:t>
      </w:r>
      <w:r w:rsidRPr="005E180B">
        <w:t xml:space="preserve"> technological devices belonging to the setting may be used to take appropriate and relevant images of children, i.e. observations, photographs of setting events</w:t>
      </w:r>
      <w:r w:rsidR="0052142B" w:rsidRPr="005E180B">
        <w:t xml:space="preserve"> and off-site trips</w:t>
      </w:r>
      <w:r w:rsidRPr="005E180B">
        <w:t>.</w:t>
      </w:r>
    </w:p>
    <w:p w14:paraId="6246E19D" w14:textId="16FDB177" w:rsidR="001C12DA" w:rsidRPr="001C12DA" w:rsidRDefault="007C39FC" w:rsidP="0052142B">
      <w:pPr>
        <w:numPr>
          <w:ilvl w:val="0"/>
          <w:numId w:val="24"/>
        </w:numPr>
        <w:ind w:left="357" w:hanging="357"/>
        <w:jc w:val="both"/>
        <w:rPr>
          <w:color w:val="FF0000"/>
        </w:rPr>
      </w:pPr>
      <w:r>
        <w:t>Images must be used in accordance with the</w:t>
      </w:r>
      <w:r w:rsidR="00A82EDE" w:rsidRPr="36B91A5B">
        <w:rPr>
          <w:color w:val="FF0000"/>
        </w:rPr>
        <w:t xml:space="preserve"> </w:t>
      </w:r>
      <w:r w:rsidR="54125D3D" w:rsidRPr="36B91A5B">
        <w:t xml:space="preserve">UK </w:t>
      </w:r>
      <w:r w:rsidR="006B10BD">
        <w:t>GDPR</w:t>
      </w:r>
      <w:r w:rsidR="007A62E6">
        <w:t xml:space="preserve"> and Data Protection Act 2018</w:t>
      </w:r>
      <w:r w:rsidR="001C12DA">
        <w:t>.</w:t>
      </w:r>
    </w:p>
    <w:p w14:paraId="31DA430E" w14:textId="77777777" w:rsidR="007C39FC" w:rsidRPr="001C12DA" w:rsidRDefault="007C39FC" w:rsidP="0052142B">
      <w:pPr>
        <w:numPr>
          <w:ilvl w:val="0"/>
          <w:numId w:val="26"/>
        </w:numPr>
        <w:ind w:left="357" w:hanging="357"/>
        <w:jc w:val="both"/>
        <w:rPr>
          <w:bCs/>
        </w:rPr>
      </w:pPr>
      <w:r w:rsidRPr="00777B95">
        <w:t xml:space="preserve">Cameras and </w:t>
      </w:r>
      <w:r>
        <w:t xml:space="preserve">technological devices </w:t>
      </w:r>
      <w:r w:rsidRPr="00777B95">
        <w:t>should only be used where two or more staff members are present</w:t>
      </w:r>
      <w:r>
        <w:t>.</w:t>
      </w:r>
    </w:p>
    <w:p w14:paraId="48E8992C" w14:textId="65072052" w:rsidR="00B90D1B" w:rsidRPr="004A5DB3" w:rsidRDefault="00B90D1B" w:rsidP="0052142B">
      <w:pPr>
        <w:numPr>
          <w:ilvl w:val="0"/>
          <w:numId w:val="26"/>
        </w:numPr>
        <w:ind w:left="357" w:hanging="357"/>
        <w:jc w:val="both"/>
      </w:pPr>
      <w:r>
        <w:t xml:space="preserve">The setting’s mobile phone must only be used for work related </w:t>
      </w:r>
      <w:r w:rsidR="00075E72">
        <w:t>matters</w:t>
      </w:r>
      <w:r w:rsidR="00075E72" w:rsidRPr="36B91A5B">
        <w:rPr>
          <w:color w:val="FF0000"/>
        </w:rPr>
        <w:t xml:space="preserve"> </w:t>
      </w:r>
      <w:r w:rsidR="00075E72" w:rsidRPr="004A5DB3">
        <w:t xml:space="preserve">and have no social media apps downloaded </w:t>
      </w:r>
      <w:r w:rsidR="12D7C59B" w:rsidRPr="004A5DB3">
        <w:t xml:space="preserve">on </w:t>
      </w:r>
      <w:r w:rsidR="00075E72" w:rsidRPr="004A5DB3">
        <w:t xml:space="preserve">to it. </w:t>
      </w:r>
    </w:p>
    <w:p w14:paraId="38410886" w14:textId="4C2CCDB6" w:rsidR="007C39FC" w:rsidRPr="00BC3663" w:rsidRDefault="00F96969" w:rsidP="00B90D1B">
      <w:pPr>
        <w:numPr>
          <w:ilvl w:val="0"/>
          <w:numId w:val="26"/>
        </w:numPr>
        <w:ind w:left="357" w:hanging="357"/>
        <w:jc w:val="both"/>
      </w:pPr>
      <w:r>
        <w:t>Where there is a safeguarding concern where abuse is suspected, th</w:t>
      </w:r>
      <w:r w:rsidR="00B90D1B">
        <w:t xml:space="preserve">e setting should not take images of a child’s injury, bruising or similar even if requested by </w:t>
      </w:r>
      <w:r>
        <w:t>C</w:t>
      </w:r>
      <w:r w:rsidR="00B90D1B">
        <w:t xml:space="preserve">hildren’s </w:t>
      </w:r>
      <w:r>
        <w:t>S</w:t>
      </w:r>
      <w:r w:rsidR="00B90D1B">
        <w:t xml:space="preserve">ocial </w:t>
      </w:r>
      <w:r>
        <w:t>C</w:t>
      </w:r>
      <w:r w:rsidR="00B90D1B">
        <w:t xml:space="preserve">are. (Guidance for safer working practice for those working with children and young people in education settings, </w:t>
      </w:r>
      <w:r w:rsidR="1F8AE653">
        <w:t>February 2022</w:t>
      </w:r>
      <w:r w:rsidR="00B90D1B">
        <w:t>).</w:t>
      </w:r>
      <w:r w:rsidR="009F4F38">
        <w:t xml:space="preserve"> </w:t>
      </w:r>
      <w:r w:rsidR="007C39FC">
        <w:t>The ‘Log</w:t>
      </w:r>
      <w:r w:rsidR="005E180B">
        <w:t xml:space="preserve"> of </w:t>
      </w:r>
      <w:r w:rsidR="007C39FC">
        <w:t xml:space="preserve">Concern and Body Map’ must be used to record </w:t>
      </w:r>
      <w:r>
        <w:t xml:space="preserve">all </w:t>
      </w:r>
      <w:r w:rsidR="007C39FC">
        <w:t>factual observations</w:t>
      </w:r>
      <w:r>
        <w:t xml:space="preserve"> where abuse is suspected</w:t>
      </w:r>
      <w:r w:rsidR="007C39FC">
        <w:t>.</w:t>
      </w:r>
    </w:p>
    <w:p w14:paraId="4F8719DA" w14:textId="77777777" w:rsidR="007C39FC" w:rsidRPr="006B0366" w:rsidRDefault="007C39FC" w:rsidP="0052142B">
      <w:pPr>
        <w:numPr>
          <w:ilvl w:val="0"/>
          <w:numId w:val="26"/>
        </w:numPr>
        <w:ind w:left="357" w:hanging="357"/>
        <w:jc w:val="both"/>
        <w:rPr>
          <w:color w:val="000000"/>
        </w:rPr>
      </w:pPr>
      <w:r>
        <w:t>In circumstances where there is a suspicion that the material on the setting’s mobile phone or technological devices may be unsuitable and provide evidence relat</w:t>
      </w:r>
      <w:r w:rsidR="004728E2">
        <w:t xml:space="preserve">ing to a criminal offence, the </w:t>
      </w:r>
      <w:r w:rsidR="0052142B" w:rsidRPr="005E180B">
        <w:t xml:space="preserve">‘Allegations of Abuse’ </w:t>
      </w:r>
      <w:r w:rsidRPr="005E180B">
        <w:t>process</w:t>
      </w:r>
      <w:r>
        <w:t xml:space="preserve"> will be followed </w:t>
      </w:r>
      <w:r w:rsidRPr="006B0366">
        <w:rPr>
          <w:color w:val="000000"/>
        </w:rPr>
        <w:t>(please refer to the setting’s ‘Child Protection</w:t>
      </w:r>
      <w:r w:rsidR="006B10BD">
        <w:rPr>
          <w:color w:val="000000"/>
        </w:rPr>
        <w:t xml:space="preserve"> </w:t>
      </w:r>
      <w:r w:rsidR="006B10BD" w:rsidRPr="00A66285">
        <w:t>and Safeguarding</w:t>
      </w:r>
      <w:r w:rsidRPr="006B0366">
        <w:rPr>
          <w:color w:val="000000"/>
        </w:rPr>
        <w:t xml:space="preserve"> Policy’).</w:t>
      </w:r>
    </w:p>
    <w:p w14:paraId="501CF545" w14:textId="0D22950A" w:rsidR="007C39FC" w:rsidRDefault="007C39FC" w:rsidP="0052142B">
      <w:pPr>
        <w:numPr>
          <w:ilvl w:val="0"/>
          <w:numId w:val="26"/>
        </w:numPr>
        <w:jc w:val="both"/>
      </w:pPr>
      <w:r>
        <w:t xml:space="preserve">The setting’s mobile phone and </w:t>
      </w:r>
      <w:r w:rsidR="0052142B">
        <w:t xml:space="preserve">other </w:t>
      </w:r>
      <w:r>
        <w:t xml:space="preserve">technological devices remain the property of the setting at all times and should not be taken </w:t>
      </w:r>
      <w:r w:rsidR="736B5AF5">
        <w:t>off</w:t>
      </w:r>
      <w:r>
        <w:t xml:space="preserve"> the premises (</w:t>
      </w:r>
      <w:r w:rsidR="27BEC4D3">
        <w:t>except for</w:t>
      </w:r>
      <w:r>
        <w:t xml:space="preserve"> outings</w:t>
      </w:r>
      <w:r w:rsidR="0052142B">
        <w:t xml:space="preserve"> or other off-site trips</w:t>
      </w:r>
      <w:r>
        <w:t xml:space="preserve">). </w:t>
      </w:r>
    </w:p>
    <w:p w14:paraId="4D97A953" w14:textId="43E139AF" w:rsidR="00345577" w:rsidRPr="00075E72" w:rsidRDefault="00345577" w:rsidP="0052142B">
      <w:pPr>
        <w:numPr>
          <w:ilvl w:val="0"/>
          <w:numId w:val="26"/>
        </w:numPr>
        <w:jc w:val="both"/>
      </w:pPr>
      <w:r>
        <w:t xml:space="preserve">The setting </w:t>
      </w:r>
      <w:r w:rsidRPr="004A5DB3">
        <w:t xml:space="preserve">Designated </w:t>
      </w:r>
      <w:r w:rsidR="504B5571" w:rsidRPr="004A5DB3">
        <w:t>Safeguarding Lead</w:t>
      </w:r>
      <w:r w:rsidRPr="004A5DB3">
        <w:t xml:space="preserve"> </w:t>
      </w:r>
      <w:r>
        <w:t xml:space="preserve">will be responsible for filtering and monitoring the use of devices within the setting, ensuring that they seek support from an IT specialist should there be concerns about the device and content. </w:t>
      </w:r>
    </w:p>
    <w:p w14:paraId="519DB3A5" w14:textId="54C9B4E6" w:rsidR="00345577" w:rsidRDefault="00345577" w:rsidP="0052142B">
      <w:pPr>
        <w:numPr>
          <w:ilvl w:val="0"/>
          <w:numId w:val="26"/>
        </w:numPr>
        <w:jc w:val="both"/>
      </w:pPr>
      <w:r>
        <w:t xml:space="preserve">Recommendations for more information can be found from the </w:t>
      </w:r>
      <w:r w:rsidR="00075E72" w:rsidRPr="36B91A5B">
        <w:t>UK</w:t>
      </w:r>
      <w:r w:rsidR="00075E72">
        <w:t xml:space="preserve"> </w:t>
      </w:r>
      <w:r>
        <w:t xml:space="preserve">Safer Internet Centre. </w:t>
      </w:r>
    </w:p>
    <w:p w14:paraId="60061E4C" w14:textId="774382A4" w:rsidR="007C39FC" w:rsidRPr="004A5DB3" w:rsidRDefault="00075E72" w:rsidP="00C0609D">
      <w:pPr>
        <w:numPr>
          <w:ilvl w:val="0"/>
          <w:numId w:val="26"/>
        </w:numPr>
        <w:jc w:val="both"/>
      </w:pPr>
      <w:r w:rsidRPr="004A5DB3">
        <w:t>Further consideration must be given to requirements within the Early Years Online Safety Considerations for Managers</w:t>
      </w:r>
      <w:r w:rsidR="00C5143D" w:rsidRPr="004A5DB3">
        <w:t xml:space="preserve">, UK Council </w:t>
      </w:r>
      <w:r w:rsidR="294ADCFF" w:rsidRPr="004A5DB3">
        <w:t>for</w:t>
      </w:r>
      <w:r w:rsidR="00C5143D" w:rsidRPr="004A5DB3">
        <w:t xml:space="preserve"> Internet Safety. </w:t>
      </w:r>
    </w:p>
    <w:p w14:paraId="4E4A43DF" w14:textId="77777777" w:rsidR="007C39FC" w:rsidRPr="004A5DB3" w:rsidRDefault="007C39FC" w:rsidP="007C39FC">
      <w:pPr>
        <w:tabs>
          <w:tab w:val="left" w:pos="4536"/>
          <w:tab w:val="left" w:leader="underscore" w:pos="7088"/>
          <w:tab w:val="left" w:pos="7513"/>
        </w:tabs>
        <w:spacing w:after="120"/>
        <w:rPr>
          <w:b/>
          <w:sz w:val="28"/>
          <w:szCs w:val="28"/>
        </w:rPr>
      </w:pPr>
      <w:r w:rsidRPr="004A5DB3">
        <w:rPr>
          <w:b/>
          <w:sz w:val="28"/>
          <w:szCs w:val="28"/>
        </w:rPr>
        <w:t>Adoption and annual review of the policy</w:t>
      </w:r>
    </w:p>
    <w:tbl>
      <w:tblPr>
        <w:tblW w:w="0" w:type="auto"/>
        <w:tblLook w:val="01E0" w:firstRow="1" w:lastRow="1" w:firstColumn="1" w:lastColumn="1" w:noHBand="0" w:noVBand="0"/>
      </w:tblPr>
      <w:tblGrid>
        <w:gridCol w:w="1980"/>
        <w:gridCol w:w="2021"/>
        <w:gridCol w:w="339"/>
        <w:gridCol w:w="8"/>
        <w:gridCol w:w="294"/>
        <w:gridCol w:w="4572"/>
      </w:tblGrid>
      <w:tr w:rsidR="007C39FC" w:rsidRPr="00970E59" w14:paraId="4DDBCFF0" w14:textId="77777777" w:rsidTr="00964634">
        <w:trPr>
          <w:trHeight w:val="454"/>
        </w:trPr>
        <w:tc>
          <w:tcPr>
            <w:tcW w:w="4642" w:type="dxa"/>
            <w:gridSpan w:val="5"/>
            <w:vAlign w:val="bottom"/>
          </w:tcPr>
          <w:p w14:paraId="271797FE" w14:textId="77777777" w:rsidR="007C39FC" w:rsidRPr="00970E59" w:rsidRDefault="007C39FC" w:rsidP="007C39FC">
            <w:pPr>
              <w:tabs>
                <w:tab w:val="left" w:pos="4536"/>
                <w:tab w:val="left" w:leader="underscore" w:pos="7088"/>
                <w:tab w:val="left" w:pos="7513"/>
              </w:tabs>
              <w:rPr>
                <w:b/>
              </w:rPr>
            </w:pPr>
            <w:r w:rsidRPr="00970E59">
              <w:rPr>
                <w:b/>
              </w:rPr>
              <w:t>This policy was adopted at a meeting of:</w:t>
            </w:r>
          </w:p>
        </w:tc>
        <w:tc>
          <w:tcPr>
            <w:tcW w:w="4572" w:type="dxa"/>
            <w:tcBorders>
              <w:bottom w:val="dashSmallGap" w:sz="4" w:space="0" w:color="auto"/>
            </w:tcBorders>
            <w:vAlign w:val="bottom"/>
          </w:tcPr>
          <w:p w14:paraId="200DFB16" w14:textId="08F67691" w:rsidR="007C39FC" w:rsidRPr="009E7547" w:rsidRDefault="004A5DB3" w:rsidP="00C5063C">
            <w:pPr>
              <w:tabs>
                <w:tab w:val="left" w:pos="4536"/>
                <w:tab w:val="left" w:leader="underscore" w:pos="7088"/>
                <w:tab w:val="left" w:pos="7513"/>
              </w:tabs>
              <w:jc w:val="center"/>
            </w:pPr>
            <w:r>
              <w:t>Gorefield Pre-School</w:t>
            </w:r>
          </w:p>
        </w:tc>
      </w:tr>
      <w:tr w:rsidR="007C39FC" w:rsidRPr="00970E59" w14:paraId="44EAFD9C" w14:textId="77777777" w:rsidTr="00964634">
        <w:trPr>
          <w:trHeight w:hRule="exact" w:val="113"/>
        </w:trPr>
        <w:tc>
          <w:tcPr>
            <w:tcW w:w="4642" w:type="dxa"/>
            <w:gridSpan w:val="5"/>
            <w:vAlign w:val="bottom"/>
          </w:tcPr>
          <w:p w14:paraId="4B94D5A5" w14:textId="77777777" w:rsidR="007C39FC" w:rsidRPr="00970E59" w:rsidRDefault="007C39FC" w:rsidP="00C5063C">
            <w:pPr>
              <w:tabs>
                <w:tab w:val="left" w:pos="4536"/>
                <w:tab w:val="left" w:leader="underscore" w:pos="7088"/>
                <w:tab w:val="left" w:pos="7513"/>
              </w:tabs>
              <w:rPr>
                <w:b/>
                <w:i/>
              </w:rPr>
            </w:pPr>
          </w:p>
        </w:tc>
        <w:tc>
          <w:tcPr>
            <w:tcW w:w="4572" w:type="dxa"/>
            <w:tcBorders>
              <w:top w:val="dashSmallGap" w:sz="4" w:space="0" w:color="auto"/>
            </w:tcBorders>
            <w:vAlign w:val="bottom"/>
          </w:tcPr>
          <w:p w14:paraId="3DEEC669" w14:textId="77777777" w:rsidR="007C39FC" w:rsidRPr="00970E59" w:rsidRDefault="007C39FC" w:rsidP="00C5063C">
            <w:pPr>
              <w:tabs>
                <w:tab w:val="left" w:pos="4536"/>
                <w:tab w:val="left" w:leader="underscore" w:pos="7088"/>
                <w:tab w:val="left" w:pos="7513"/>
              </w:tabs>
              <w:rPr>
                <w:i/>
              </w:rPr>
            </w:pPr>
          </w:p>
        </w:tc>
      </w:tr>
      <w:tr w:rsidR="007C39FC" w:rsidRPr="00970E59" w14:paraId="34DEAED2" w14:textId="77777777" w:rsidTr="009646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4"/>
        </w:trPr>
        <w:tc>
          <w:tcPr>
            <w:tcW w:w="4340" w:type="dxa"/>
            <w:gridSpan w:val="3"/>
            <w:vMerge w:val="restart"/>
            <w:tcBorders>
              <w:top w:val="nil"/>
              <w:left w:val="nil"/>
              <w:right w:val="nil"/>
            </w:tcBorders>
          </w:tcPr>
          <w:p w14:paraId="4CA56899" w14:textId="77777777" w:rsidR="007C39FC" w:rsidRDefault="007C39FC" w:rsidP="00C5063C">
            <w:pPr>
              <w:pStyle w:val="Header"/>
            </w:pPr>
            <w:r w:rsidRPr="00B0195A">
              <w:t xml:space="preserve">Signed on behalf of the </w:t>
            </w:r>
          </w:p>
          <w:p w14:paraId="00A393E0" w14:textId="77777777" w:rsidR="007C39FC" w:rsidRPr="00970E59" w:rsidRDefault="007C39FC" w:rsidP="00C5063C">
            <w:pPr>
              <w:pStyle w:val="Header"/>
            </w:pPr>
            <w:r w:rsidRPr="00B0195A">
              <w:t>Management</w:t>
            </w:r>
            <w:r>
              <w:t xml:space="preserve"> </w:t>
            </w:r>
            <w:r w:rsidRPr="00B0195A">
              <w:t>Committee / Proprietor</w:t>
            </w:r>
            <w:r>
              <w:t>:</w:t>
            </w:r>
          </w:p>
        </w:tc>
        <w:tc>
          <w:tcPr>
            <w:tcW w:w="4874" w:type="dxa"/>
            <w:gridSpan w:val="3"/>
            <w:tcBorders>
              <w:top w:val="nil"/>
              <w:left w:val="nil"/>
              <w:bottom w:val="dashSmallGap" w:sz="4" w:space="0" w:color="auto"/>
              <w:right w:val="nil"/>
            </w:tcBorders>
            <w:vAlign w:val="bottom"/>
          </w:tcPr>
          <w:p w14:paraId="48701224" w14:textId="7F909960" w:rsidR="007C39FC" w:rsidRPr="00970E59" w:rsidRDefault="004A5DB3" w:rsidP="00C5063C">
            <w:pPr>
              <w:pStyle w:val="Header"/>
              <w:jc w:val="center"/>
              <w:rPr>
                <w:i/>
              </w:rPr>
            </w:pPr>
            <w:proofErr w:type="spellStart"/>
            <w:r>
              <w:rPr>
                <w:i/>
              </w:rPr>
              <w:t>ckaye</w:t>
            </w:r>
            <w:proofErr w:type="spellEnd"/>
          </w:p>
        </w:tc>
      </w:tr>
      <w:tr w:rsidR="007C39FC" w:rsidRPr="00970E59" w14:paraId="75C349F3" w14:textId="77777777" w:rsidTr="009646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4"/>
        </w:trPr>
        <w:tc>
          <w:tcPr>
            <w:tcW w:w="4340" w:type="dxa"/>
            <w:gridSpan w:val="3"/>
            <w:vMerge/>
            <w:tcBorders>
              <w:left w:val="nil"/>
              <w:bottom w:val="nil"/>
              <w:right w:val="nil"/>
            </w:tcBorders>
          </w:tcPr>
          <w:p w14:paraId="45FB0818" w14:textId="77777777" w:rsidR="007C39FC" w:rsidRPr="00970E59" w:rsidRDefault="007C39FC" w:rsidP="00C5063C">
            <w:pPr>
              <w:pStyle w:val="Header"/>
            </w:pPr>
          </w:p>
        </w:tc>
        <w:tc>
          <w:tcPr>
            <w:tcW w:w="4874" w:type="dxa"/>
            <w:gridSpan w:val="3"/>
            <w:tcBorders>
              <w:top w:val="dashSmallGap" w:sz="4" w:space="0" w:color="auto"/>
              <w:left w:val="nil"/>
              <w:bottom w:val="dashSmallGap" w:sz="4" w:space="0" w:color="auto"/>
              <w:right w:val="nil"/>
            </w:tcBorders>
            <w:vAlign w:val="bottom"/>
          </w:tcPr>
          <w:p w14:paraId="4F68C519" w14:textId="04C82228" w:rsidR="007C39FC" w:rsidRPr="00970E59" w:rsidRDefault="004A5DB3" w:rsidP="00C5063C">
            <w:pPr>
              <w:pStyle w:val="Header"/>
              <w:jc w:val="center"/>
              <w:rPr>
                <w:i/>
              </w:rPr>
            </w:pPr>
            <w:r>
              <w:rPr>
                <w:i/>
              </w:rPr>
              <w:t xml:space="preserve">Manager </w:t>
            </w:r>
          </w:p>
        </w:tc>
      </w:tr>
      <w:tr w:rsidR="007C39FC" w:rsidRPr="00970E59" w14:paraId="423585B7" w14:textId="77777777" w:rsidTr="009646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4"/>
        </w:trPr>
        <w:tc>
          <w:tcPr>
            <w:tcW w:w="1980" w:type="dxa"/>
            <w:tcBorders>
              <w:top w:val="nil"/>
              <w:left w:val="nil"/>
              <w:bottom w:val="nil"/>
              <w:right w:val="nil"/>
            </w:tcBorders>
            <w:vAlign w:val="bottom"/>
          </w:tcPr>
          <w:p w14:paraId="2A9735DE" w14:textId="05F3328C" w:rsidR="007C39FC" w:rsidRPr="00970E59" w:rsidRDefault="007C39FC" w:rsidP="00C5063C">
            <w:pPr>
              <w:pStyle w:val="Header"/>
              <w:spacing w:before="60" w:after="60"/>
            </w:pPr>
          </w:p>
        </w:tc>
        <w:tc>
          <w:tcPr>
            <w:tcW w:w="2021" w:type="dxa"/>
            <w:tcBorders>
              <w:top w:val="nil"/>
              <w:left w:val="nil"/>
              <w:bottom w:val="dashSmallGap" w:sz="4" w:space="0" w:color="auto"/>
              <w:right w:val="nil"/>
            </w:tcBorders>
            <w:vAlign w:val="bottom"/>
          </w:tcPr>
          <w:p w14:paraId="40C98E18" w14:textId="18E4EA5D" w:rsidR="007C39FC" w:rsidRPr="00970E59" w:rsidRDefault="007C39FC" w:rsidP="00C5063C">
            <w:pPr>
              <w:pStyle w:val="Header"/>
              <w:jc w:val="center"/>
              <w:rPr>
                <w:i/>
              </w:rPr>
            </w:pPr>
          </w:p>
        </w:tc>
        <w:tc>
          <w:tcPr>
            <w:tcW w:w="347" w:type="dxa"/>
            <w:gridSpan w:val="2"/>
            <w:tcBorders>
              <w:top w:val="nil"/>
              <w:left w:val="nil"/>
              <w:bottom w:val="nil"/>
              <w:right w:val="nil"/>
            </w:tcBorders>
            <w:vAlign w:val="bottom"/>
          </w:tcPr>
          <w:p w14:paraId="049F31CB" w14:textId="77777777" w:rsidR="007C39FC" w:rsidRPr="00970E59" w:rsidRDefault="007C39FC" w:rsidP="00C5063C">
            <w:pPr>
              <w:pStyle w:val="Header"/>
              <w:jc w:val="center"/>
              <w:rPr>
                <w:i/>
              </w:rPr>
            </w:pPr>
          </w:p>
        </w:tc>
        <w:tc>
          <w:tcPr>
            <w:tcW w:w="4866" w:type="dxa"/>
            <w:gridSpan w:val="2"/>
            <w:tcBorders>
              <w:top w:val="nil"/>
              <w:left w:val="nil"/>
              <w:bottom w:val="dashSmallGap" w:sz="4" w:space="0" w:color="auto"/>
              <w:right w:val="nil"/>
            </w:tcBorders>
            <w:vAlign w:val="bottom"/>
          </w:tcPr>
          <w:p w14:paraId="2616A712" w14:textId="0CD3154D" w:rsidR="007C39FC" w:rsidRPr="00970E59" w:rsidRDefault="007C39FC" w:rsidP="00C5063C">
            <w:pPr>
              <w:pStyle w:val="Header"/>
              <w:jc w:val="center"/>
              <w:rPr>
                <w:i/>
              </w:rPr>
            </w:pPr>
          </w:p>
        </w:tc>
      </w:tr>
    </w:tbl>
    <w:p w14:paraId="53128261" w14:textId="77777777" w:rsidR="007C39FC" w:rsidRPr="00835642" w:rsidRDefault="007C39FC" w:rsidP="007C39FC">
      <w:pPr>
        <w:jc w:val="both"/>
        <w:rPr>
          <w:sz w:val="28"/>
          <w:szCs w:val="28"/>
        </w:rPr>
      </w:pPr>
    </w:p>
    <w:sectPr w:rsidR="007C39FC" w:rsidRPr="00835642" w:rsidSect="005E180B">
      <w:footerReference w:type="default" r:id="rId12"/>
      <w:headerReference w:type="first" r:id="rId13"/>
      <w:footerReference w:type="first" r:id="rId14"/>
      <w:type w:val="continuous"/>
      <w:pgSz w:w="11906" w:h="16838"/>
      <w:pgMar w:top="1673" w:right="1416" w:bottom="1871" w:left="1276" w:header="720" w:footer="510" w:gutter="0"/>
      <w:paperSrc w:first="7" w:other="7"/>
      <w:pgNumType w:fmt="numberInDash" w:start="1"/>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F7F0B8" w14:textId="77777777" w:rsidR="00244BFD" w:rsidRDefault="00244BFD">
      <w:r>
        <w:separator/>
      </w:r>
    </w:p>
  </w:endnote>
  <w:endnote w:type="continuationSeparator" w:id="0">
    <w:p w14:paraId="75F3E2B2" w14:textId="77777777" w:rsidR="00244BFD" w:rsidRDefault="00244BFD">
      <w:r>
        <w:continuationSeparator/>
      </w:r>
    </w:p>
  </w:endnote>
  <w:endnote w:type="continuationNotice" w:id="1">
    <w:p w14:paraId="24EEBEF7" w14:textId="77777777" w:rsidR="00244BFD" w:rsidRDefault="00244B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A5138C" w14:textId="77777777" w:rsidR="00F064AB" w:rsidRDefault="0020439E" w:rsidP="0020439E">
    <w:pPr>
      <w:jc w:val="right"/>
      <w:rPr>
        <w:color w:val="808080"/>
        <w:sz w:val="20"/>
      </w:rPr>
    </w:pPr>
    <w:r w:rsidRPr="0020439E">
      <w:rPr>
        <w:color w:val="808080"/>
        <w:sz w:val="20"/>
      </w:rPr>
      <w:fldChar w:fldCharType="begin"/>
    </w:r>
    <w:r w:rsidRPr="0020439E">
      <w:rPr>
        <w:color w:val="808080"/>
        <w:sz w:val="20"/>
      </w:rPr>
      <w:instrText xml:space="preserve"> PAGE   \* MERGEFORMAT </w:instrText>
    </w:r>
    <w:r w:rsidRPr="0020439E">
      <w:rPr>
        <w:color w:val="808080"/>
        <w:sz w:val="20"/>
      </w:rPr>
      <w:fldChar w:fldCharType="separate"/>
    </w:r>
    <w:r w:rsidR="009D57DF">
      <w:rPr>
        <w:noProof/>
        <w:color w:val="808080"/>
        <w:sz w:val="20"/>
      </w:rPr>
      <w:t>- 2 -</w:t>
    </w:r>
    <w:r w:rsidRPr="0020439E">
      <w:rPr>
        <w:noProof/>
        <w:color w:val="808080"/>
        <w:sz w:val="20"/>
      </w:rPr>
      <w:fldChar w:fldCharType="end"/>
    </w:r>
  </w:p>
  <w:p w14:paraId="7F1D2CD1" w14:textId="3103FD30" w:rsidR="00491642" w:rsidRDefault="00491642" w:rsidP="00A236BE">
    <w:pPr>
      <w:jc w:val="both"/>
      <w:rPr>
        <w:color w:val="808080"/>
        <w:sz w:val="20"/>
      </w:rPr>
    </w:pPr>
  </w:p>
  <w:p w14:paraId="7799AF5C" w14:textId="77777777" w:rsidR="00491642" w:rsidRPr="00613822" w:rsidRDefault="00EB3474" w:rsidP="00A236BE">
    <w:pPr>
      <w:jc w:val="both"/>
      <w:rPr>
        <w:color w:val="808080"/>
        <w:sz w:val="20"/>
      </w:rPr>
    </w:pPr>
    <w:r>
      <w:rPr>
        <w:noProof/>
        <w:lang w:eastAsia="en-GB"/>
      </w:rPr>
      <mc:AlternateContent>
        <mc:Choice Requires="wps">
          <w:drawing>
            <wp:anchor distT="0" distB="0" distL="114300" distR="114300" simplePos="0" relativeHeight="251658246" behindDoc="0" locked="0" layoutInCell="1" allowOverlap="1" wp14:anchorId="61FE9EC4" wp14:editId="07777777">
              <wp:simplePos x="0" y="0"/>
              <wp:positionH relativeFrom="column">
                <wp:posOffset>-255905</wp:posOffset>
              </wp:positionH>
              <wp:positionV relativeFrom="paragraph">
                <wp:posOffset>163830</wp:posOffset>
              </wp:positionV>
              <wp:extent cx="2446020" cy="23368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6020" cy="23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17E0A8" w14:textId="77777777" w:rsidR="00491642" w:rsidRPr="00687E07" w:rsidRDefault="00491642" w:rsidP="00491642">
                          <w:pPr>
                            <w:rPr>
                              <w:color w:val="FFFFFF"/>
                              <w:spacing w:val="-12"/>
                              <w:sz w:val="20"/>
                            </w:rPr>
                          </w:pPr>
                          <w:r w:rsidRPr="009174BD">
                            <w:rPr>
                              <w:color w:val="FFFFFF"/>
                              <w:spacing w:val="-12"/>
                              <w:sz w:val="20"/>
                            </w:rPr>
                            <w:t xml:space="preserve">Chief Executive </w:t>
                          </w:r>
                          <w:r w:rsidR="00BC3663">
                            <w:rPr>
                              <w:color w:val="FFFFFF"/>
                              <w:spacing w:val="-12"/>
                              <w:sz w:val="20"/>
                            </w:rPr>
                            <w:t>Stephen Moir</w:t>
                          </w:r>
                        </w:p>
                        <w:p w14:paraId="4B99056E" w14:textId="77777777" w:rsidR="00491642" w:rsidRDefault="00491642" w:rsidP="0049164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shape id="_x0000_s1027" style="position:absolute;left:0;text-align:left;margin-left:-20.15pt;margin-top:12.9pt;width:192.6pt;height:18.4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" w14:anchorId="61FE9EC4">
              <v:textbox>
                <w:txbxContent>
                  <w:p w:rsidRPr="00687E07" w:rsidR="00491642" w:rsidP="00491642" w:rsidRDefault="00491642" w14:paraId="0F17E0A8" w14:textId="77777777">
                    <w:pPr>
                      <w:rPr>
                        <w:color w:val="FFFFFF"/>
                        <w:spacing w:val="-12"/>
                        <w:sz w:val="20"/>
                      </w:rPr>
                    </w:pPr>
                    <w:r w:rsidRPr="009174BD">
                      <w:rPr>
                        <w:color w:val="FFFFFF"/>
                        <w:spacing w:val="-12"/>
                        <w:sz w:val="20"/>
                      </w:rPr>
                      <w:t xml:space="preserve">Chief Executive </w:t>
                    </w:r>
                    <w:r w:rsidR="00BC3663">
                      <w:rPr>
                        <w:color w:val="FFFFFF"/>
                        <w:spacing w:val="-12"/>
                        <w:sz w:val="20"/>
                      </w:rPr>
                      <w:t>Stephen Moir</w:t>
                    </w:r>
                  </w:p>
                  <w:p w:rsidR="00491642" w:rsidP="00491642" w:rsidRDefault="00491642" w14:paraId="4B99056E" w14:textId="77777777"/>
                </w:txbxContent>
              </v:textbox>
            </v:shape>
          </w:pict>
        </mc:Fallback>
      </mc:AlternateContent>
    </w:r>
  </w:p>
  <w:p w14:paraId="4DDBEF00" w14:textId="77777777" w:rsidR="00451BF7" w:rsidRDefault="00451BF7" w:rsidP="00F064AB">
    <w:pPr>
      <w:pStyle w:val="Footer"/>
      <w:tabs>
        <w:tab w:val="clear" w:pos="4153"/>
        <w:tab w:val="clear" w:pos="8306"/>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E0A41" w14:textId="77777777" w:rsidR="0020439E" w:rsidRPr="0020439E" w:rsidRDefault="0020439E">
    <w:pPr>
      <w:pStyle w:val="Footer"/>
      <w:rPr>
        <w:sz w:val="20"/>
      </w:rPr>
    </w:pPr>
  </w:p>
  <w:p w14:paraId="22E2C05B" w14:textId="77777777" w:rsidR="0020439E" w:rsidRPr="0020439E" w:rsidRDefault="0020439E" w:rsidP="0020439E">
    <w:pPr>
      <w:pStyle w:val="Footer"/>
      <w:jc w:val="right"/>
      <w:rPr>
        <w:noProof/>
        <w:sz w:val="20"/>
      </w:rPr>
    </w:pPr>
    <w:r>
      <w:fldChar w:fldCharType="begin"/>
    </w:r>
    <w:r>
      <w:instrText xml:space="preserve"> PAGE   \* MERGEFORMAT </w:instrText>
    </w:r>
    <w:r>
      <w:fldChar w:fldCharType="separate"/>
    </w:r>
    <w:r w:rsidR="009D57DF">
      <w:rPr>
        <w:noProof/>
      </w:rPr>
      <w:t>- 1 -</w:t>
    </w:r>
    <w:r>
      <w:rPr>
        <w:noProof/>
      </w:rPr>
      <w:fldChar w:fldCharType="end"/>
    </w:r>
  </w:p>
  <w:p w14:paraId="114207D4" w14:textId="2A92601F" w:rsidR="0020439E" w:rsidRPr="0020439E" w:rsidRDefault="0020439E" w:rsidP="0020439E">
    <w:pPr>
      <w:pStyle w:val="Footer"/>
      <w:jc w:val="right"/>
      <w:rPr>
        <w:noProof/>
        <w:sz w:val="20"/>
      </w:rPr>
    </w:pPr>
  </w:p>
  <w:p w14:paraId="6FBF3994" w14:textId="77777777" w:rsidR="0020439E" w:rsidRPr="0020439E" w:rsidRDefault="00EB3474">
    <w:pPr>
      <w:pStyle w:val="Footer"/>
      <w:rPr>
        <w:sz w:val="20"/>
      </w:rPr>
    </w:pPr>
    <w:r w:rsidRPr="0020439E">
      <w:rPr>
        <w:noProof/>
        <w:sz w:val="20"/>
        <w:lang w:eastAsia="en-GB"/>
      </w:rPr>
      <mc:AlternateContent>
        <mc:Choice Requires="wps">
          <w:drawing>
            <wp:anchor distT="0" distB="0" distL="114300" distR="114300" simplePos="0" relativeHeight="251658249" behindDoc="0" locked="0" layoutInCell="1" allowOverlap="1" wp14:anchorId="5D0F8F68" wp14:editId="07777777">
              <wp:simplePos x="0" y="0"/>
              <wp:positionH relativeFrom="column">
                <wp:posOffset>-338455</wp:posOffset>
              </wp:positionH>
              <wp:positionV relativeFrom="paragraph">
                <wp:posOffset>172720</wp:posOffset>
              </wp:positionV>
              <wp:extent cx="2446020" cy="23368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6020" cy="23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9A28FF" w14:textId="77777777" w:rsidR="0020439E" w:rsidRPr="00687E07" w:rsidRDefault="0020439E" w:rsidP="00491642">
                          <w:pPr>
                            <w:rPr>
                              <w:color w:val="FFFFFF"/>
                              <w:spacing w:val="-12"/>
                              <w:sz w:val="20"/>
                            </w:rPr>
                          </w:pPr>
                          <w:r w:rsidRPr="009174BD">
                            <w:rPr>
                              <w:color w:val="FFFFFF"/>
                              <w:spacing w:val="-12"/>
                              <w:sz w:val="20"/>
                            </w:rPr>
                            <w:t xml:space="preserve">Chief Executive </w:t>
                          </w:r>
                          <w:r w:rsidR="00BC3663">
                            <w:rPr>
                              <w:color w:val="FFFFFF"/>
                              <w:spacing w:val="-12"/>
                              <w:sz w:val="20"/>
                            </w:rPr>
                            <w:t>Stephen Moir</w:t>
                          </w:r>
                        </w:p>
                        <w:p w14:paraId="62EBF3C5" w14:textId="77777777" w:rsidR="0020439E" w:rsidRDefault="0020439E" w:rsidP="0049164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shapetype id="_x0000_t202" coordsize="21600,21600" o:spt="202" path="m,l,21600r21600,l21600,xe" w14:anchorId="5D0F8F68">
              <v:stroke joinstyle="miter"/>
              <v:path gradientshapeok="t" o:connecttype="rect"/>
            </v:shapetype>
            <v:shape id="_x0000_s1028" style="position:absolute;margin-left:-26.65pt;margin-top:13.6pt;width:192.6pt;height:18.4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">
              <v:textbox>
                <w:txbxContent>
                  <w:p w:rsidRPr="00687E07" w:rsidR="0020439E" w:rsidP="00491642" w:rsidRDefault="0020439E" w14:paraId="1B9A28FF" w14:textId="77777777">
                    <w:pPr>
                      <w:rPr>
                        <w:color w:val="FFFFFF"/>
                        <w:spacing w:val="-12"/>
                        <w:sz w:val="20"/>
                      </w:rPr>
                    </w:pPr>
                    <w:r w:rsidRPr="009174BD">
                      <w:rPr>
                        <w:color w:val="FFFFFF"/>
                        <w:spacing w:val="-12"/>
                        <w:sz w:val="20"/>
                      </w:rPr>
                      <w:t xml:space="preserve">Chief Executive </w:t>
                    </w:r>
                    <w:r w:rsidR="00BC3663">
                      <w:rPr>
                        <w:color w:val="FFFFFF"/>
                        <w:spacing w:val="-12"/>
                        <w:sz w:val="20"/>
                      </w:rPr>
                      <w:t>Stephen Moir</w:t>
                    </w:r>
                  </w:p>
                  <w:p w:rsidR="0020439E" w:rsidP="00491642" w:rsidRDefault="0020439E" w14:paraId="62EBF3C5" w14:textId="77777777"/>
                </w:txbxContent>
              </v:textbox>
            </v:shape>
          </w:pict>
        </mc:Fallback>
      </mc:AlternateContent>
    </w:r>
  </w:p>
  <w:p w14:paraId="7B9772BA" w14:textId="77777777" w:rsidR="001B5A48" w:rsidRPr="0020439E" w:rsidRDefault="00EB3474">
    <w:pPr>
      <w:pStyle w:val="Footer"/>
      <w:rPr>
        <w:sz w:val="20"/>
      </w:rPr>
    </w:pPr>
    <w:r w:rsidRPr="0020439E">
      <w:rPr>
        <w:noProof/>
        <w:sz w:val="20"/>
        <w:lang w:eastAsia="en-GB"/>
      </w:rPr>
      <mc:AlternateContent>
        <mc:Choice Requires="wps">
          <w:drawing>
            <wp:anchor distT="0" distB="0" distL="114300" distR="114300" simplePos="0" relativeHeight="251658243" behindDoc="0" locked="0" layoutInCell="1" allowOverlap="1" wp14:anchorId="5B353882" wp14:editId="07777777">
              <wp:simplePos x="0" y="0"/>
              <wp:positionH relativeFrom="column">
                <wp:posOffset>-629920</wp:posOffset>
              </wp:positionH>
              <wp:positionV relativeFrom="paragraph">
                <wp:posOffset>1249680</wp:posOffset>
              </wp:positionV>
              <wp:extent cx="2446020" cy="23368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6020" cy="23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BB9BFC" w14:textId="77777777" w:rsidR="00491642" w:rsidRPr="00687E07" w:rsidRDefault="00491642" w:rsidP="009174BD">
                          <w:pPr>
                            <w:rPr>
                              <w:color w:val="FFFFFF"/>
                              <w:spacing w:val="-12"/>
                              <w:sz w:val="20"/>
                            </w:rPr>
                          </w:pPr>
                          <w:r w:rsidRPr="009174BD">
                            <w:rPr>
                              <w:color w:val="FFFFFF"/>
                              <w:spacing w:val="-12"/>
                              <w:sz w:val="20"/>
                            </w:rPr>
                            <w:t xml:space="preserve">Chief Executive </w:t>
                          </w:r>
                          <w:r w:rsidRPr="00687E07">
                            <w:rPr>
                              <w:color w:val="FFFFFF"/>
                              <w:spacing w:val="-12"/>
                              <w:sz w:val="20"/>
                            </w:rPr>
                            <w:t>Gillian Beasley</w:t>
                          </w:r>
                        </w:p>
                        <w:p w14:paraId="2946DB82" w14:textId="77777777" w:rsidR="00491642" w:rsidRDefault="00491642" w:rsidP="009174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shape id="_x0000_s1029" style="position:absolute;margin-left:-49.6pt;margin-top:98.4pt;width:192.6pt;height:18.4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" w14:anchorId="5B353882">
              <v:textbox>
                <w:txbxContent>
                  <w:p w:rsidRPr="00687E07" w:rsidR="00491642" w:rsidP="009174BD" w:rsidRDefault="00491642" w14:paraId="60BB9BFC" w14:textId="77777777">
                    <w:pPr>
                      <w:rPr>
                        <w:color w:val="FFFFFF"/>
                        <w:spacing w:val="-12"/>
                        <w:sz w:val="20"/>
                      </w:rPr>
                    </w:pPr>
                    <w:r w:rsidRPr="009174BD">
                      <w:rPr>
                        <w:color w:val="FFFFFF"/>
                        <w:spacing w:val="-12"/>
                        <w:sz w:val="20"/>
                      </w:rPr>
                      <w:t xml:space="preserve">Chief Executive </w:t>
                    </w:r>
                    <w:r w:rsidRPr="00687E07">
                      <w:rPr>
                        <w:color w:val="FFFFFF"/>
                        <w:spacing w:val="-12"/>
                        <w:sz w:val="20"/>
                      </w:rPr>
                      <w:t>Gillian Beasley</w:t>
                    </w:r>
                  </w:p>
                  <w:p w:rsidR="00491642" w:rsidP="009174BD" w:rsidRDefault="00491642" w14:paraId="2946DB82" w14:textId="77777777"/>
                </w:txbxContent>
              </v:textbox>
            </v:shape>
          </w:pict>
        </mc:Fallback>
      </mc:AlternateContent>
    </w:r>
    <w:r w:rsidRPr="0020439E">
      <w:rPr>
        <w:noProof/>
        <w:sz w:val="20"/>
        <w:lang w:eastAsia="en-GB"/>
      </w:rPr>
      <mc:AlternateContent>
        <mc:Choice Requires="wps">
          <w:drawing>
            <wp:anchor distT="0" distB="0" distL="114300" distR="114300" simplePos="0" relativeHeight="251658244" behindDoc="0" locked="1" layoutInCell="1" allowOverlap="1" wp14:anchorId="628D4CB0" wp14:editId="07777777">
              <wp:simplePos x="0" y="0"/>
              <wp:positionH relativeFrom="page">
                <wp:posOffset>4395470</wp:posOffset>
              </wp:positionH>
              <wp:positionV relativeFrom="page">
                <wp:posOffset>10210800</wp:posOffset>
              </wp:positionV>
              <wp:extent cx="2747010" cy="27178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7010" cy="271780"/>
                      </a:xfrm>
                      <a:prstGeom prst="rect">
                        <a:avLst/>
                      </a:prstGeom>
                      <a:noFill/>
                      <a:ln w="9525">
                        <a:noFill/>
                        <a:miter lim="800000"/>
                        <a:headEnd/>
                        <a:tailEnd/>
                      </a:ln>
                    </wps:spPr>
                    <wps:txbx>
                      <w:txbxContent>
                        <w:p w14:paraId="321FD3D0" w14:textId="77777777" w:rsidR="00491642" w:rsidRPr="006A37C0" w:rsidRDefault="00491642" w:rsidP="00491642">
                          <w:pPr>
                            <w:jc w:val="right"/>
                            <w:rPr>
                              <w:rFonts w:ascii="Calibri" w:hAnsi="Calibri"/>
                              <w:color w:val="FFFFFF"/>
                              <w:spacing w:val="-12"/>
                              <w:sz w:val="20"/>
                            </w:rPr>
                          </w:pPr>
                          <w:r w:rsidRPr="006A37C0">
                            <w:rPr>
                              <w:rFonts w:ascii="Calibri" w:hAnsi="Calibri"/>
                              <w:color w:val="FFFFFF"/>
                              <w:spacing w:val="-12"/>
                              <w:sz w:val="20"/>
                            </w:rPr>
                            <w:t xml:space="preserve"> www.cambridgeshire.gov.uk</w:t>
                          </w:r>
                        </w:p>
                        <w:p w14:paraId="110FFD37" w14:textId="77777777" w:rsidR="00491642" w:rsidRDefault="00491642" w:rsidP="0049164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14="http://schemas.microsoft.com/office/drawing/2010/main">
          <w:pict>
            <v:shape id="_x0000_s1030" style="position:absolute;margin-left:346.1pt;margin-top:804pt;width:216.3pt;height:21.4pt;z-index:25165824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" w14:anchorId="628D4CB0">
              <v:textbox>
                <w:txbxContent>
                  <w:p w:rsidRPr="006A37C0" w:rsidR="00491642" w:rsidP="00491642" w:rsidRDefault="00491642" w14:paraId="321FD3D0" w14:textId="77777777">
                    <w:pPr>
                      <w:jc w:val="right"/>
                      <w:rPr>
                        <w:rFonts w:ascii="Calibri" w:hAnsi="Calibri"/>
                        <w:color w:val="FFFFFF"/>
                        <w:spacing w:val="-12"/>
                        <w:sz w:val="20"/>
                      </w:rPr>
                    </w:pPr>
                    <w:r w:rsidRPr="006A37C0">
                      <w:rPr>
                        <w:rFonts w:ascii="Calibri" w:hAnsi="Calibri"/>
                        <w:color w:val="FFFFFF"/>
                        <w:spacing w:val="-12"/>
                        <w:sz w:val="20"/>
                      </w:rPr>
                      <w:t xml:space="preserve"> www.cambridgeshire.gov.uk</w:t>
                    </w:r>
                  </w:p>
                  <w:p w:rsidR="00491642" w:rsidP="00491642" w:rsidRDefault="00491642" w14:paraId="110FFD37" w14:textId="77777777"/>
                </w:txbxContent>
              </v:textbox>
              <w10:wrap anchorx="page"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786D81" w14:textId="77777777" w:rsidR="00244BFD" w:rsidRDefault="00244BFD">
      <w:r>
        <w:separator/>
      </w:r>
    </w:p>
  </w:footnote>
  <w:footnote w:type="continuationSeparator" w:id="0">
    <w:p w14:paraId="22D81D83" w14:textId="77777777" w:rsidR="00244BFD" w:rsidRDefault="00244BFD">
      <w:r>
        <w:continuationSeparator/>
      </w:r>
    </w:p>
  </w:footnote>
  <w:footnote w:type="continuationNotice" w:id="1">
    <w:p w14:paraId="53524C7F" w14:textId="77777777" w:rsidR="00244BFD" w:rsidRDefault="00244BFD"/>
  </w:footnote>
  <w:footnote w:id="2">
    <w:p w14:paraId="4C8D5601" w14:textId="77777777" w:rsidR="007C39FC" w:rsidRPr="00AE27B3" w:rsidRDefault="007C39FC" w:rsidP="007C39FC">
      <w:pPr>
        <w:tabs>
          <w:tab w:val="left" w:pos="3780"/>
        </w:tabs>
        <w:rPr>
          <w:i/>
          <w:color w:val="FF0000"/>
        </w:rPr>
      </w:pPr>
      <w:r w:rsidRPr="00397CF9">
        <w:rPr>
          <w:rStyle w:val="FootnoteReference"/>
          <w:rFonts w:ascii="Symbol" w:eastAsia="Symbol" w:hAnsi="Symbol" w:cs="Symbol"/>
        </w:rPr>
        <w:t>*</w:t>
      </w:r>
      <w:r>
        <w:t xml:space="preserve"> </w:t>
      </w:r>
      <w:r w:rsidRPr="00774720">
        <w:rPr>
          <w:i/>
        </w:rPr>
        <w:t xml:space="preserve">The setting will also need to consider children’s possession and use of mobile phones and </w:t>
      </w:r>
      <w:r w:rsidR="0052142B" w:rsidRPr="00E00989">
        <w:rPr>
          <w:i/>
        </w:rPr>
        <w:t xml:space="preserve">other </w:t>
      </w:r>
      <w:r w:rsidRPr="00E00989">
        <w:rPr>
          <w:i/>
        </w:rPr>
        <w:t xml:space="preserve">technological devices </w:t>
      </w:r>
      <w:r w:rsidR="0052142B" w:rsidRPr="00E00989">
        <w:rPr>
          <w:i/>
        </w:rPr>
        <w:t xml:space="preserve">brought to the setting </w:t>
      </w:r>
      <w:r w:rsidRPr="00E00989">
        <w:rPr>
          <w:i/>
        </w:rPr>
        <w:t>and</w:t>
      </w:r>
      <w:r w:rsidRPr="00774720">
        <w:rPr>
          <w:i/>
        </w:rPr>
        <w:t xml:space="preserve"> agree a clear protocol.</w:t>
      </w:r>
    </w:p>
    <w:p w14:paraId="0562CB0E" w14:textId="77777777" w:rsidR="007C39FC" w:rsidRPr="00AE27B3" w:rsidRDefault="007C39FC" w:rsidP="007C39FC">
      <w:pPr>
        <w:pStyle w:val="FootnoteText"/>
        <w:tabs>
          <w:tab w:val="left" w:pos="3780"/>
        </w:tabs>
        <w:rPr>
          <w:i/>
          <w:color w:val="FF0000"/>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8C8A1C" w14:textId="465BC719" w:rsidR="004A5DB3" w:rsidRPr="004A5DB3" w:rsidRDefault="004A5DB3" w:rsidP="004A5DB3">
    <w:pPr>
      <w:pStyle w:val="Header"/>
      <w:jc w:val="center"/>
      <w:rPr>
        <w:sz w:val="56"/>
        <w:szCs w:val="56"/>
      </w:rPr>
    </w:pPr>
    <w:r w:rsidRPr="004A5DB3">
      <w:rPr>
        <w:sz w:val="56"/>
        <w:szCs w:val="56"/>
      </w:rPr>
      <w:t>Gorefield Pre-School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C29BD"/>
    <w:multiLevelType w:val="hybridMultilevel"/>
    <w:tmpl w:val="F5F20B8A"/>
    <w:lvl w:ilvl="0" w:tplc="806C124A">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E42F87"/>
    <w:multiLevelType w:val="hybridMultilevel"/>
    <w:tmpl w:val="36BAE8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5E737A"/>
    <w:multiLevelType w:val="hybridMultilevel"/>
    <w:tmpl w:val="198A334C"/>
    <w:lvl w:ilvl="0" w:tplc="806C124A">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12243E"/>
    <w:multiLevelType w:val="hybridMultilevel"/>
    <w:tmpl w:val="317822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5A032B"/>
    <w:multiLevelType w:val="hybridMultilevel"/>
    <w:tmpl w:val="A03453CC"/>
    <w:lvl w:ilvl="0" w:tplc="08090001">
      <w:start w:val="1"/>
      <w:numFmt w:val="bullet"/>
      <w:lvlText w:val=""/>
      <w:lvlJc w:val="left"/>
      <w:pPr>
        <w:tabs>
          <w:tab w:val="num" w:pos="540"/>
        </w:tabs>
        <w:ind w:left="54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D9565F"/>
    <w:multiLevelType w:val="hybridMultilevel"/>
    <w:tmpl w:val="8F64749A"/>
    <w:lvl w:ilvl="0" w:tplc="7232503A">
      <w:start w:val="1"/>
      <w:numFmt w:val="bullet"/>
      <w:lvlText w:val=""/>
      <w:lvlJc w:val="left"/>
      <w:pPr>
        <w:tabs>
          <w:tab w:val="num" w:pos="360"/>
        </w:tabs>
        <w:ind w:left="360" w:hanging="360"/>
      </w:pPr>
      <w:rPr>
        <w:rFonts w:ascii="Symbol" w:hAnsi="Symbol" w:hint="default"/>
        <w:color w:val="auto"/>
        <w:sz w:val="20"/>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360"/>
        </w:tabs>
        <w:ind w:left="360" w:hanging="360"/>
      </w:pPr>
      <w:rPr>
        <w:rFonts w:ascii="Symbol" w:hAnsi="Symbol" w:hint="default"/>
      </w:rPr>
    </w:lvl>
    <w:lvl w:ilvl="4" w:tplc="04090003" w:tentative="1">
      <w:start w:val="1"/>
      <w:numFmt w:val="bullet"/>
      <w:lvlText w:val="o"/>
      <w:lvlJc w:val="left"/>
      <w:pPr>
        <w:tabs>
          <w:tab w:val="num" w:pos="1080"/>
        </w:tabs>
        <w:ind w:left="1080" w:hanging="360"/>
      </w:pPr>
      <w:rPr>
        <w:rFonts w:ascii="Courier New" w:hAnsi="Courier New" w:hint="default"/>
      </w:rPr>
    </w:lvl>
    <w:lvl w:ilvl="5" w:tplc="04090005" w:tentative="1">
      <w:start w:val="1"/>
      <w:numFmt w:val="bullet"/>
      <w:lvlText w:val=""/>
      <w:lvlJc w:val="left"/>
      <w:pPr>
        <w:tabs>
          <w:tab w:val="num" w:pos="1800"/>
        </w:tabs>
        <w:ind w:left="1800" w:hanging="360"/>
      </w:pPr>
      <w:rPr>
        <w:rFonts w:ascii="Wingdings" w:hAnsi="Wingdings" w:hint="default"/>
      </w:rPr>
    </w:lvl>
    <w:lvl w:ilvl="6" w:tplc="04090001" w:tentative="1">
      <w:start w:val="1"/>
      <w:numFmt w:val="bullet"/>
      <w:lvlText w:val=""/>
      <w:lvlJc w:val="left"/>
      <w:pPr>
        <w:tabs>
          <w:tab w:val="num" w:pos="2520"/>
        </w:tabs>
        <w:ind w:left="2520" w:hanging="360"/>
      </w:pPr>
      <w:rPr>
        <w:rFonts w:ascii="Symbol" w:hAnsi="Symbol" w:hint="default"/>
      </w:rPr>
    </w:lvl>
    <w:lvl w:ilvl="7" w:tplc="04090003" w:tentative="1">
      <w:start w:val="1"/>
      <w:numFmt w:val="bullet"/>
      <w:lvlText w:val="o"/>
      <w:lvlJc w:val="left"/>
      <w:pPr>
        <w:tabs>
          <w:tab w:val="num" w:pos="3240"/>
        </w:tabs>
        <w:ind w:left="3240" w:hanging="360"/>
      </w:pPr>
      <w:rPr>
        <w:rFonts w:ascii="Courier New" w:hAnsi="Courier New" w:hint="default"/>
      </w:rPr>
    </w:lvl>
    <w:lvl w:ilvl="8" w:tplc="04090005" w:tentative="1">
      <w:start w:val="1"/>
      <w:numFmt w:val="bullet"/>
      <w:lvlText w:val=""/>
      <w:lvlJc w:val="left"/>
      <w:pPr>
        <w:tabs>
          <w:tab w:val="num" w:pos="3960"/>
        </w:tabs>
        <w:ind w:left="3960" w:hanging="360"/>
      </w:pPr>
      <w:rPr>
        <w:rFonts w:ascii="Wingdings" w:hAnsi="Wingdings" w:hint="default"/>
      </w:rPr>
    </w:lvl>
  </w:abstractNum>
  <w:abstractNum w:abstractNumId="6" w15:restartNumberingAfterBreak="0">
    <w:nsid w:val="26C50F3E"/>
    <w:multiLevelType w:val="hybridMultilevel"/>
    <w:tmpl w:val="039494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A63E2D"/>
    <w:multiLevelType w:val="hybridMultilevel"/>
    <w:tmpl w:val="F996AE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2D7A58"/>
    <w:multiLevelType w:val="hybridMultilevel"/>
    <w:tmpl w:val="935253B6"/>
    <w:lvl w:ilvl="0" w:tplc="08090001">
      <w:start w:val="1"/>
      <w:numFmt w:val="bullet"/>
      <w:lvlText w:val=""/>
      <w:lvlJc w:val="left"/>
      <w:pPr>
        <w:tabs>
          <w:tab w:val="num" w:pos="1176"/>
        </w:tabs>
        <w:ind w:left="1176" w:hanging="360"/>
      </w:pPr>
      <w:rPr>
        <w:rFonts w:ascii="Symbol" w:hAnsi="Symbol" w:hint="default"/>
      </w:rPr>
    </w:lvl>
    <w:lvl w:ilvl="1" w:tplc="08090003" w:tentative="1">
      <w:start w:val="1"/>
      <w:numFmt w:val="bullet"/>
      <w:lvlText w:val="o"/>
      <w:lvlJc w:val="left"/>
      <w:pPr>
        <w:tabs>
          <w:tab w:val="num" w:pos="1896"/>
        </w:tabs>
        <w:ind w:left="1896" w:hanging="360"/>
      </w:pPr>
      <w:rPr>
        <w:rFonts w:ascii="Courier New" w:hAnsi="Courier New" w:cs="Courier New" w:hint="default"/>
      </w:rPr>
    </w:lvl>
    <w:lvl w:ilvl="2" w:tplc="08090005" w:tentative="1">
      <w:start w:val="1"/>
      <w:numFmt w:val="bullet"/>
      <w:lvlText w:val=""/>
      <w:lvlJc w:val="left"/>
      <w:pPr>
        <w:tabs>
          <w:tab w:val="num" w:pos="2616"/>
        </w:tabs>
        <w:ind w:left="2616" w:hanging="360"/>
      </w:pPr>
      <w:rPr>
        <w:rFonts w:ascii="Wingdings" w:hAnsi="Wingdings" w:hint="default"/>
      </w:rPr>
    </w:lvl>
    <w:lvl w:ilvl="3" w:tplc="08090001" w:tentative="1">
      <w:start w:val="1"/>
      <w:numFmt w:val="bullet"/>
      <w:lvlText w:val=""/>
      <w:lvlJc w:val="left"/>
      <w:pPr>
        <w:tabs>
          <w:tab w:val="num" w:pos="3336"/>
        </w:tabs>
        <w:ind w:left="3336" w:hanging="360"/>
      </w:pPr>
      <w:rPr>
        <w:rFonts w:ascii="Symbol" w:hAnsi="Symbol" w:hint="default"/>
      </w:rPr>
    </w:lvl>
    <w:lvl w:ilvl="4" w:tplc="08090003" w:tentative="1">
      <w:start w:val="1"/>
      <w:numFmt w:val="bullet"/>
      <w:lvlText w:val="o"/>
      <w:lvlJc w:val="left"/>
      <w:pPr>
        <w:tabs>
          <w:tab w:val="num" w:pos="4056"/>
        </w:tabs>
        <w:ind w:left="4056" w:hanging="360"/>
      </w:pPr>
      <w:rPr>
        <w:rFonts w:ascii="Courier New" w:hAnsi="Courier New" w:cs="Courier New" w:hint="default"/>
      </w:rPr>
    </w:lvl>
    <w:lvl w:ilvl="5" w:tplc="08090005" w:tentative="1">
      <w:start w:val="1"/>
      <w:numFmt w:val="bullet"/>
      <w:lvlText w:val=""/>
      <w:lvlJc w:val="left"/>
      <w:pPr>
        <w:tabs>
          <w:tab w:val="num" w:pos="4776"/>
        </w:tabs>
        <w:ind w:left="4776" w:hanging="360"/>
      </w:pPr>
      <w:rPr>
        <w:rFonts w:ascii="Wingdings" w:hAnsi="Wingdings" w:hint="default"/>
      </w:rPr>
    </w:lvl>
    <w:lvl w:ilvl="6" w:tplc="08090001" w:tentative="1">
      <w:start w:val="1"/>
      <w:numFmt w:val="bullet"/>
      <w:lvlText w:val=""/>
      <w:lvlJc w:val="left"/>
      <w:pPr>
        <w:tabs>
          <w:tab w:val="num" w:pos="5496"/>
        </w:tabs>
        <w:ind w:left="5496" w:hanging="360"/>
      </w:pPr>
      <w:rPr>
        <w:rFonts w:ascii="Symbol" w:hAnsi="Symbol" w:hint="default"/>
      </w:rPr>
    </w:lvl>
    <w:lvl w:ilvl="7" w:tplc="08090003" w:tentative="1">
      <w:start w:val="1"/>
      <w:numFmt w:val="bullet"/>
      <w:lvlText w:val="o"/>
      <w:lvlJc w:val="left"/>
      <w:pPr>
        <w:tabs>
          <w:tab w:val="num" w:pos="6216"/>
        </w:tabs>
        <w:ind w:left="6216" w:hanging="360"/>
      </w:pPr>
      <w:rPr>
        <w:rFonts w:ascii="Courier New" w:hAnsi="Courier New" w:cs="Courier New" w:hint="default"/>
      </w:rPr>
    </w:lvl>
    <w:lvl w:ilvl="8" w:tplc="08090005" w:tentative="1">
      <w:start w:val="1"/>
      <w:numFmt w:val="bullet"/>
      <w:lvlText w:val=""/>
      <w:lvlJc w:val="left"/>
      <w:pPr>
        <w:tabs>
          <w:tab w:val="num" w:pos="6936"/>
        </w:tabs>
        <w:ind w:left="6936" w:hanging="360"/>
      </w:pPr>
      <w:rPr>
        <w:rFonts w:ascii="Wingdings" w:hAnsi="Wingdings" w:hint="default"/>
      </w:rPr>
    </w:lvl>
  </w:abstractNum>
  <w:abstractNum w:abstractNumId="9" w15:restartNumberingAfterBreak="0">
    <w:nsid w:val="36801BA0"/>
    <w:multiLevelType w:val="hybridMultilevel"/>
    <w:tmpl w:val="141AA5C2"/>
    <w:lvl w:ilvl="0" w:tplc="7CF078C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9FA799D"/>
    <w:multiLevelType w:val="hybridMultilevel"/>
    <w:tmpl w:val="996C48AA"/>
    <w:lvl w:ilvl="0" w:tplc="7232503A">
      <w:start w:val="1"/>
      <w:numFmt w:val="bullet"/>
      <w:lvlText w:val=""/>
      <w:lvlJc w:val="left"/>
      <w:pPr>
        <w:tabs>
          <w:tab w:val="num" w:pos="360"/>
        </w:tabs>
        <w:ind w:left="360" w:hanging="360"/>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16F7994"/>
    <w:multiLevelType w:val="hybridMultilevel"/>
    <w:tmpl w:val="F9BE8F8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37933B1"/>
    <w:multiLevelType w:val="hybridMultilevel"/>
    <w:tmpl w:val="FB8E230A"/>
    <w:lvl w:ilvl="0" w:tplc="7232503A">
      <w:start w:val="1"/>
      <w:numFmt w:val="bullet"/>
      <w:lvlText w:val=""/>
      <w:lvlJc w:val="left"/>
      <w:pPr>
        <w:tabs>
          <w:tab w:val="num" w:pos="360"/>
        </w:tabs>
        <w:ind w:left="360" w:hanging="360"/>
      </w:pPr>
      <w:rPr>
        <w:rFonts w:ascii="Symbol" w:hAnsi="Symbol" w:hint="default"/>
        <w:color w:val="auto"/>
        <w:sz w:val="20"/>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360"/>
        </w:tabs>
        <w:ind w:left="360" w:hanging="360"/>
      </w:pPr>
      <w:rPr>
        <w:rFonts w:ascii="Symbol" w:hAnsi="Symbol" w:hint="default"/>
      </w:rPr>
    </w:lvl>
    <w:lvl w:ilvl="4" w:tplc="04090003" w:tentative="1">
      <w:start w:val="1"/>
      <w:numFmt w:val="bullet"/>
      <w:lvlText w:val="o"/>
      <w:lvlJc w:val="left"/>
      <w:pPr>
        <w:tabs>
          <w:tab w:val="num" w:pos="1080"/>
        </w:tabs>
        <w:ind w:left="1080" w:hanging="360"/>
      </w:pPr>
      <w:rPr>
        <w:rFonts w:ascii="Courier New" w:hAnsi="Courier New" w:hint="default"/>
      </w:rPr>
    </w:lvl>
    <w:lvl w:ilvl="5" w:tplc="04090005" w:tentative="1">
      <w:start w:val="1"/>
      <w:numFmt w:val="bullet"/>
      <w:lvlText w:val=""/>
      <w:lvlJc w:val="left"/>
      <w:pPr>
        <w:tabs>
          <w:tab w:val="num" w:pos="1800"/>
        </w:tabs>
        <w:ind w:left="1800" w:hanging="360"/>
      </w:pPr>
      <w:rPr>
        <w:rFonts w:ascii="Wingdings" w:hAnsi="Wingdings" w:hint="default"/>
      </w:rPr>
    </w:lvl>
    <w:lvl w:ilvl="6" w:tplc="04090001" w:tentative="1">
      <w:start w:val="1"/>
      <w:numFmt w:val="bullet"/>
      <w:lvlText w:val=""/>
      <w:lvlJc w:val="left"/>
      <w:pPr>
        <w:tabs>
          <w:tab w:val="num" w:pos="2520"/>
        </w:tabs>
        <w:ind w:left="2520" w:hanging="360"/>
      </w:pPr>
      <w:rPr>
        <w:rFonts w:ascii="Symbol" w:hAnsi="Symbol" w:hint="default"/>
      </w:rPr>
    </w:lvl>
    <w:lvl w:ilvl="7" w:tplc="04090003" w:tentative="1">
      <w:start w:val="1"/>
      <w:numFmt w:val="bullet"/>
      <w:lvlText w:val="o"/>
      <w:lvlJc w:val="left"/>
      <w:pPr>
        <w:tabs>
          <w:tab w:val="num" w:pos="3240"/>
        </w:tabs>
        <w:ind w:left="3240" w:hanging="360"/>
      </w:pPr>
      <w:rPr>
        <w:rFonts w:ascii="Courier New" w:hAnsi="Courier New" w:hint="default"/>
      </w:rPr>
    </w:lvl>
    <w:lvl w:ilvl="8" w:tplc="04090005" w:tentative="1">
      <w:start w:val="1"/>
      <w:numFmt w:val="bullet"/>
      <w:lvlText w:val=""/>
      <w:lvlJc w:val="left"/>
      <w:pPr>
        <w:tabs>
          <w:tab w:val="num" w:pos="3960"/>
        </w:tabs>
        <w:ind w:left="3960" w:hanging="360"/>
      </w:pPr>
      <w:rPr>
        <w:rFonts w:ascii="Wingdings" w:hAnsi="Wingdings" w:hint="default"/>
      </w:rPr>
    </w:lvl>
  </w:abstractNum>
  <w:abstractNum w:abstractNumId="13" w15:restartNumberingAfterBreak="0">
    <w:nsid w:val="4D3E107B"/>
    <w:multiLevelType w:val="hybridMultilevel"/>
    <w:tmpl w:val="D8FA8132"/>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53C91C01"/>
    <w:multiLevelType w:val="hybridMultilevel"/>
    <w:tmpl w:val="2F3ED68E"/>
    <w:lvl w:ilvl="0" w:tplc="7232503A">
      <w:start w:val="1"/>
      <w:numFmt w:val="bullet"/>
      <w:lvlText w:val=""/>
      <w:lvlJc w:val="left"/>
      <w:pPr>
        <w:tabs>
          <w:tab w:val="num" w:pos="360"/>
        </w:tabs>
        <w:ind w:left="360" w:hanging="360"/>
      </w:pPr>
      <w:rPr>
        <w:rFonts w:ascii="Symbol" w:hAnsi="Symbol" w:hint="default"/>
        <w:color w:val="auto"/>
        <w:sz w:val="20"/>
      </w:rPr>
    </w:lvl>
    <w:lvl w:ilvl="1" w:tplc="8F9CC28C">
      <w:start w:val="1"/>
      <w:numFmt w:val="decimal"/>
      <w:lvlText w:val="%2."/>
      <w:lvlJc w:val="left"/>
      <w:pPr>
        <w:tabs>
          <w:tab w:val="num" w:pos="1470"/>
        </w:tabs>
        <w:ind w:left="1470" w:hanging="390"/>
      </w:pPr>
      <w:rPr>
        <w:rFonts w:hint="default"/>
        <w:color w:val="auto"/>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3EF43FC"/>
    <w:multiLevelType w:val="hybridMultilevel"/>
    <w:tmpl w:val="96466B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8B010E1"/>
    <w:multiLevelType w:val="hybridMultilevel"/>
    <w:tmpl w:val="96F84EA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9375661"/>
    <w:multiLevelType w:val="hybridMultilevel"/>
    <w:tmpl w:val="5986EB5E"/>
    <w:lvl w:ilvl="0" w:tplc="08090001">
      <w:start w:val="1"/>
      <w:numFmt w:val="bullet"/>
      <w:lvlText w:val=""/>
      <w:lvlJc w:val="left"/>
      <w:pPr>
        <w:tabs>
          <w:tab w:val="num" w:pos="540"/>
        </w:tabs>
        <w:ind w:left="54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A0F482D"/>
    <w:multiLevelType w:val="hybridMultilevel"/>
    <w:tmpl w:val="77428226"/>
    <w:lvl w:ilvl="0" w:tplc="7CF078CE">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B3A115B"/>
    <w:multiLevelType w:val="singleLevel"/>
    <w:tmpl w:val="069872B6"/>
    <w:lvl w:ilvl="0">
      <w:numFmt w:val="bullet"/>
      <w:lvlText w:val="-"/>
      <w:lvlJc w:val="left"/>
      <w:pPr>
        <w:tabs>
          <w:tab w:val="num" w:pos="720"/>
        </w:tabs>
        <w:ind w:left="720" w:hanging="720"/>
      </w:pPr>
      <w:rPr>
        <w:rFonts w:ascii="Times New Roman" w:hAnsi="Times New Roman" w:hint="default"/>
      </w:rPr>
    </w:lvl>
  </w:abstractNum>
  <w:abstractNum w:abstractNumId="20" w15:restartNumberingAfterBreak="0">
    <w:nsid w:val="5B522399"/>
    <w:multiLevelType w:val="hybridMultilevel"/>
    <w:tmpl w:val="9C10B6DC"/>
    <w:lvl w:ilvl="0" w:tplc="7232503A">
      <w:start w:val="1"/>
      <w:numFmt w:val="bullet"/>
      <w:lvlText w:val=""/>
      <w:lvlJc w:val="left"/>
      <w:pPr>
        <w:tabs>
          <w:tab w:val="num" w:pos="360"/>
        </w:tabs>
        <w:ind w:left="360" w:hanging="360"/>
      </w:pPr>
      <w:rPr>
        <w:rFonts w:ascii="Symbol" w:hAnsi="Symbol" w:hint="default"/>
        <w:color w:val="auto"/>
        <w:sz w:val="20"/>
      </w:rPr>
    </w:lvl>
    <w:lvl w:ilvl="1" w:tplc="8F9CC28C">
      <w:start w:val="1"/>
      <w:numFmt w:val="decimal"/>
      <w:lvlText w:val="%2."/>
      <w:lvlJc w:val="left"/>
      <w:pPr>
        <w:tabs>
          <w:tab w:val="num" w:pos="1470"/>
        </w:tabs>
        <w:ind w:left="1470" w:hanging="390"/>
      </w:pPr>
      <w:rPr>
        <w:rFonts w:hint="default"/>
        <w:color w:val="auto"/>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E0A5E05"/>
    <w:multiLevelType w:val="hybridMultilevel"/>
    <w:tmpl w:val="6A0A913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60417A0C"/>
    <w:multiLevelType w:val="hybridMultilevel"/>
    <w:tmpl w:val="BE6607CE"/>
    <w:lvl w:ilvl="0" w:tplc="08090001">
      <w:start w:val="1"/>
      <w:numFmt w:val="bullet"/>
      <w:lvlText w:val=""/>
      <w:lvlJc w:val="left"/>
      <w:pPr>
        <w:ind w:left="731" w:hanging="360"/>
      </w:pPr>
      <w:rPr>
        <w:rFonts w:ascii="Symbol" w:hAnsi="Symbol"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23" w15:restartNumberingAfterBreak="0">
    <w:nsid w:val="705C4E36"/>
    <w:multiLevelType w:val="hybridMultilevel"/>
    <w:tmpl w:val="83EC924C"/>
    <w:lvl w:ilvl="0" w:tplc="7CF078C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A7597A"/>
    <w:multiLevelType w:val="hybridMultilevel"/>
    <w:tmpl w:val="B6D4690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7DBA18C1"/>
    <w:multiLevelType w:val="hybridMultilevel"/>
    <w:tmpl w:val="92CC0ECA"/>
    <w:lvl w:ilvl="0" w:tplc="7CF078C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num w:numId="1" w16cid:durableId="1709722988">
    <w:abstractNumId w:val="19"/>
  </w:num>
  <w:num w:numId="2" w16cid:durableId="1586724580">
    <w:abstractNumId w:val="8"/>
  </w:num>
  <w:num w:numId="3" w16cid:durableId="1074670231">
    <w:abstractNumId w:val="17"/>
  </w:num>
  <w:num w:numId="4" w16cid:durableId="475688612">
    <w:abstractNumId w:val="6"/>
  </w:num>
  <w:num w:numId="5" w16cid:durableId="1354846122">
    <w:abstractNumId w:val="4"/>
  </w:num>
  <w:num w:numId="6" w16cid:durableId="1753887118">
    <w:abstractNumId w:val="7"/>
  </w:num>
  <w:num w:numId="7" w16cid:durableId="1549955379">
    <w:abstractNumId w:val="13"/>
  </w:num>
  <w:num w:numId="8" w16cid:durableId="152379261">
    <w:abstractNumId w:val="0"/>
  </w:num>
  <w:num w:numId="9" w16cid:durableId="1158040534">
    <w:abstractNumId w:val="2"/>
  </w:num>
  <w:num w:numId="10" w16cid:durableId="205676736">
    <w:abstractNumId w:val="21"/>
  </w:num>
  <w:num w:numId="11" w16cid:durableId="2041663165">
    <w:abstractNumId w:val="22"/>
  </w:num>
  <w:num w:numId="12" w16cid:durableId="1975866908">
    <w:abstractNumId w:val="3"/>
  </w:num>
  <w:num w:numId="13" w16cid:durableId="748891367">
    <w:abstractNumId w:val="24"/>
  </w:num>
  <w:num w:numId="14" w16cid:durableId="1288076143">
    <w:abstractNumId w:val="11"/>
  </w:num>
  <w:num w:numId="15" w16cid:durableId="344671438">
    <w:abstractNumId w:val="16"/>
  </w:num>
  <w:num w:numId="16" w16cid:durableId="1366255219">
    <w:abstractNumId w:val="1"/>
  </w:num>
  <w:num w:numId="17" w16cid:durableId="173304406">
    <w:abstractNumId w:val="18"/>
  </w:num>
  <w:num w:numId="18" w16cid:durableId="911234799">
    <w:abstractNumId w:val="25"/>
  </w:num>
  <w:num w:numId="19" w16cid:durableId="1649748954">
    <w:abstractNumId w:val="9"/>
  </w:num>
  <w:num w:numId="20" w16cid:durableId="240722541">
    <w:abstractNumId w:val="23"/>
  </w:num>
  <w:num w:numId="21" w16cid:durableId="1959216925">
    <w:abstractNumId w:val="15"/>
  </w:num>
  <w:num w:numId="22" w16cid:durableId="1506364174">
    <w:abstractNumId w:val="12"/>
  </w:num>
  <w:num w:numId="23" w16cid:durableId="304624936">
    <w:abstractNumId w:val="5"/>
  </w:num>
  <w:num w:numId="24" w16cid:durableId="1804999102">
    <w:abstractNumId w:val="14"/>
  </w:num>
  <w:num w:numId="25" w16cid:durableId="1449468893">
    <w:abstractNumId w:val="20"/>
  </w:num>
  <w:num w:numId="26" w16cid:durableId="25855990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BE4"/>
    <w:rsid w:val="00034C68"/>
    <w:rsid w:val="00046B71"/>
    <w:rsid w:val="00060077"/>
    <w:rsid w:val="00062500"/>
    <w:rsid w:val="0006665B"/>
    <w:rsid w:val="00072599"/>
    <w:rsid w:val="00075E72"/>
    <w:rsid w:val="00090FBC"/>
    <w:rsid w:val="00095D69"/>
    <w:rsid w:val="000A37E7"/>
    <w:rsid w:val="000A5C41"/>
    <w:rsid w:val="000E0FEF"/>
    <w:rsid w:val="000F7338"/>
    <w:rsid w:val="00125DE9"/>
    <w:rsid w:val="00126803"/>
    <w:rsid w:val="0014225E"/>
    <w:rsid w:val="001A777D"/>
    <w:rsid w:val="001B5A48"/>
    <w:rsid w:val="001B6210"/>
    <w:rsid w:val="001C12DA"/>
    <w:rsid w:val="001C4A64"/>
    <w:rsid w:val="001D53CF"/>
    <w:rsid w:val="001E6932"/>
    <w:rsid w:val="0020439E"/>
    <w:rsid w:val="002076FC"/>
    <w:rsid w:val="002362EC"/>
    <w:rsid w:val="00243559"/>
    <w:rsid w:val="00244BFD"/>
    <w:rsid w:val="00263E2C"/>
    <w:rsid w:val="002872EC"/>
    <w:rsid w:val="00294465"/>
    <w:rsid w:val="002A67D6"/>
    <w:rsid w:val="002B1B7D"/>
    <w:rsid w:val="002C0CF7"/>
    <w:rsid w:val="002C43C9"/>
    <w:rsid w:val="002C54F9"/>
    <w:rsid w:val="002D1966"/>
    <w:rsid w:val="002D5727"/>
    <w:rsid w:val="002D5932"/>
    <w:rsid w:val="002D5ADA"/>
    <w:rsid w:val="00305263"/>
    <w:rsid w:val="00316B1F"/>
    <w:rsid w:val="00330493"/>
    <w:rsid w:val="00334583"/>
    <w:rsid w:val="003418D5"/>
    <w:rsid w:val="00345577"/>
    <w:rsid w:val="0035753E"/>
    <w:rsid w:val="00380769"/>
    <w:rsid w:val="00395E2D"/>
    <w:rsid w:val="003B5DE9"/>
    <w:rsid w:val="003C2A4D"/>
    <w:rsid w:val="00406190"/>
    <w:rsid w:val="00451633"/>
    <w:rsid w:val="00451BF7"/>
    <w:rsid w:val="00452686"/>
    <w:rsid w:val="00456231"/>
    <w:rsid w:val="004728E2"/>
    <w:rsid w:val="0048298A"/>
    <w:rsid w:val="0048359E"/>
    <w:rsid w:val="00491642"/>
    <w:rsid w:val="004A5DB3"/>
    <w:rsid w:val="004A627A"/>
    <w:rsid w:val="004B770A"/>
    <w:rsid w:val="004C0604"/>
    <w:rsid w:val="004D0625"/>
    <w:rsid w:val="004D0CB0"/>
    <w:rsid w:val="004D1410"/>
    <w:rsid w:val="004D5464"/>
    <w:rsid w:val="00504CC5"/>
    <w:rsid w:val="0052142B"/>
    <w:rsid w:val="0058578E"/>
    <w:rsid w:val="00587128"/>
    <w:rsid w:val="005A4ED9"/>
    <w:rsid w:val="005C1E14"/>
    <w:rsid w:val="005D1628"/>
    <w:rsid w:val="005D6822"/>
    <w:rsid w:val="005E180B"/>
    <w:rsid w:val="00606016"/>
    <w:rsid w:val="00622C1E"/>
    <w:rsid w:val="00632969"/>
    <w:rsid w:val="00663658"/>
    <w:rsid w:val="00665960"/>
    <w:rsid w:val="0067720D"/>
    <w:rsid w:val="0068236E"/>
    <w:rsid w:val="00684B72"/>
    <w:rsid w:val="006851A4"/>
    <w:rsid w:val="0068643A"/>
    <w:rsid w:val="00694FBF"/>
    <w:rsid w:val="006B10BD"/>
    <w:rsid w:val="006C1B47"/>
    <w:rsid w:val="006C413B"/>
    <w:rsid w:val="006D4BE4"/>
    <w:rsid w:val="006D7EE5"/>
    <w:rsid w:val="006E5FAD"/>
    <w:rsid w:val="006F2B25"/>
    <w:rsid w:val="0072780A"/>
    <w:rsid w:val="00733451"/>
    <w:rsid w:val="00734332"/>
    <w:rsid w:val="00740C98"/>
    <w:rsid w:val="00751A0E"/>
    <w:rsid w:val="0076087E"/>
    <w:rsid w:val="00766225"/>
    <w:rsid w:val="0079738B"/>
    <w:rsid w:val="007A62E6"/>
    <w:rsid w:val="007B152B"/>
    <w:rsid w:val="007C36BA"/>
    <w:rsid w:val="007C39FC"/>
    <w:rsid w:val="007C6C7A"/>
    <w:rsid w:val="007D0D48"/>
    <w:rsid w:val="007D427C"/>
    <w:rsid w:val="007E43C2"/>
    <w:rsid w:val="007E7D50"/>
    <w:rsid w:val="00805769"/>
    <w:rsid w:val="00817D1D"/>
    <w:rsid w:val="00834D3F"/>
    <w:rsid w:val="0084274B"/>
    <w:rsid w:val="00861191"/>
    <w:rsid w:val="00875CC7"/>
    <w:rsid w:val="00876F83"/>
    <w:rsid w:val="00881C7A"/>
    <w:rsid w:val="00882F44"/>
    <w:rsid w:val="00893468"/>
    <w:rsid w:val="008C00C8"/>
    <w:rsid w:val="008E4404"/>
    <w:rsid w:val="009174BD"/>
    <w:rsid w:val="00934D8C"/>
    <w:rsid w:val="009454D5"/>
    <w:rsid w:val="00953ED7"/>
    <w:rsid w:val="00964634"/>
    <w:rsid w:val="00976E2B"/>
    <w:rsid w:val="00986197"/>
    <w:rsid w:val="009A3A0B"/>
    <w:rsid w:val="009B7339"/>
    <w:rsid w:val="009C6158"/>
    <w:rsid w:val="009C6CFE"/>
    <w:rsid w:val="009D57DF"/>
    <w:rsid w:val="009F4F38"/>
    <w:rsid w:val="00A236BE"/>
    <w:rsid w:val="00A32C9C"/>
    <w:rsid w:val="00A33F6E"/>
    <w:rsid w:val="00A51307"/>
    <w:rsid w:val="00A5229E"/>
    <w:rsid w:val="00A62DD6"/>
    <w:rsid w:val="00A66285"/>
    <w:rsid w:val="00A82EDE"/>
    <w:rsid w:val="00A90C77"/>
    <w:rsid w:val="00AD7667"/>
    <w:rsid w:val="00AE639D"/>
    <w:rsid w:val="00B070E9"/>
    <w:rsid w:val="00B21248"/>
    <w:rsid w:val="00B24E82"/>
    <w:rsid w:val="00B410DE"/>
    <w:rsid w:val="00B54136"/>
    <w:rsid w:val="00B6168C"/>
    <w:rsid w:val="00B6173F"/>
    <w:rsid w:val="00B665D1"/>
    <w:rsid w:val="00B90D1B"/>
    <w:rsid w:val="00B96C91"/>
    <w:rsid w:val="00BC3663"/>
    <w:rsid w:val="00C34774"/>
    <w:rsid w:val="00C45468"/>
    <w:rsid w:val="00C5063C"/>
    <w:rsid w:val="00C5143D"/>
    <w:rsid w:val="00C70A93"/>
    <w:rsid w:val="00C73286"/>
    <w:rsid w:val="00C819A5"/>
    <w:rsid w:val="00C85D5C"/>
    <w:rsid w:val="00CF7408"/>
    <w:rsid w:val="00D01D9A"/>
    <w:rsid w:val="00D32930"/>
    <w:rsid w:val="00D32B05"/>
    <w:rsid w:val="00D3752A"/>
    <w:rsid w:val="00D575BE"/>
    <w:rsid w:val="00D60D4D"/>
    <w:rsid w:val="00D95693"/>
    <w:rsid w:val="00D95798"/>
    <w:rsid w:val="00D96C5D"/>
    <w:rsid w:val="00DC04CC"/>
    <w:rsid w:val="00DD2052"/>
    <w:rsid w:val="00E00989"/>
    <w:rsid w:val="00E01C0C"/>
    <w:rsid w:val="00E16A35"/>
    <w:rsid w:val="00E43F70"/>
    <w:rsid w:val="00E5345E"/>
    <w:rsid w:val="00E80974"/>
    <w:rsid w:val="00E86238"/>
    <w:rsid w:val="00E875AB"/>
    <w:rsid w:val="00EB3474"/>
    <w:rsid w:val="00EF1EE7"/>
    <w:rsid w:val="00F04DF9"/>
    <w:rsid w:val="00F06177"/>
    <w:rsid w:val="00F064AB"/>
    <w:rsid w:val="00F103E2"/>
    <w:rsid w:val="00F215B9"/>
    <w:rsid w:val="00F24C32"/>
    <w:rsid w:val="00F54EF9"/>
    <w:rsid w:val="00F66D43"/>
    <w:rsid w:val="00F720E1"/>
    <w:rsid w:val="00F93411"/>
    <w:rsid w:val="00F96969"/>
    <w:rsid w:val="00F97CC5"/>
    <w:rsid w:val="00FA2928"/>
    <w:rsid w:val="00FD6692"/>
    <w:rsid w:val="022C36EE"/>
    <w:rsid w:val="068F0092"/>
    <w:rsid w:val="1098B163"/>
    <w:rsid w:val="12D7C59B"/>
    <w:rsid w:val="174CD1B3"/>
    <w:rsid w:val="189CBAB9"/>
    <w:rsid w:val="1AAE06CF"/>
    <w:rsid w:val="1F3EBB3B"/>
    <w:rsid w:val="1F8AE653"/>
    <w:rsid w:val="273C8DF9"/>
    <w:rsid w:val="27759E91"/>
    <w:rsid w:val="27BEC4D3"/>
    <w:rsid w:val="294ADCFF"/>
    <w:rsid w:val="2CE92381"/>
    <w:rsid w:val="2D956910"/>
    <w:rsid w:val="2EACD197"/>
    <w:rsid w:val="32A69D29"/>
    <w:rsid w:val="36B91A5B"/>
    <w:rsid w:val="39A22DC7"/>
    <w:rsid w:val="3A3C687A"/>
    <w:rsid w:val="3CDB5171"/>
    <w:rsid w:val="46E824A8"/>
    <w:rsid w:val="504B5571"/>
    <w:rsid w:val="52120C37"/>
    <w:rsid w:val="54125D3D"/>
    <w:rsid w:val="564DF47E"/>
    <w:rsid w:val="5EC022C8"/>
    <w:rsid w:val="65676104"/>
    <w:rsid w:val="66D6B909"/>
    <w:rsid w:val="66DC9114"/>
    <w:rsid w:val="6D594A8C"/>
    <w:rsid w:val="6EF51AED"/>
    <w:rsid w:val="736B5AF5"/>
    <w:rsid w:val="747F1AEE"/>
    <w:rsid w:val="74D26A53"/>
    <w:rsid w:val="75C12E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48260A"/>
  <w15:chartTrackingRefBased/>
  <w15:docId w15:val="{5248A737-AB40-497A-8230-E3D69641A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lang w:eastAsia="en-US"/>
    </w:rPr>
  </w:style>
  <w:style w:type="paragraph" w:styleId="Heading1">
    <w:name w:val="heading 1"/>
    <w:basedOn w:val="Normal"/>
    <w:next w:val="Normal"/>
    <w:qFormat/>
    <w:pPr>
      <w:keepNext/>
      <w:jc w:val="right"/>
      <w:outlineLvl w:val="0"/>
    </w:pPr>
    <w:rPr>
      <w:b/>
      <w:color w:val="800000"/>
      <w:sz w:val="20"/>
    </w:rPr>
  </w:style>
  <w:style w:type="paragraph" w:styleId="Heading2">
    <w:name w:val="heading 2"/>
    <w:basedOn w:val="Normal"/>
    <w:next w:val="Normal"/>
    <w:qFormat/>
    <w:pPr>
      <w:keepNext/>
      <w:jc w:val="right"/>
      <w:outlineLvl w:val="1"/>
    </w:pPr>
    <w:rPr>
      <w:vanish/>
      <w:color w:val="800000"/>
      <w:sz w:val="20"/>
    </w:rPr>
  </w:style>
  <w:style w:type="paragraph" w:styleId="Heading3">
    <w:name w:val="heading 3"/>
    <w:basedOn w:val="Normal"/>
    <w:next w:val="Normal"/>
    <w:qFormat/>
    <w:pPr>
      <w:keepNext/>
      <w:ind w:left="142"/>
      <w:outlineLvl w:val="2"/>
    </w:pPr>
    <w:rPr>
      <w:b/>
    </w:rPr>
  </w:style>
  <w:style w:type="paragraph" w:styleId="Heading4">
    <w:name w:val="heading 4"/>
    <w:basedOn w:val="Normal"/>
    <w:next w:val="Normal"/>
    <w:link w:val="Heading4Char"/>
    <w:qFormat/>
    <w:pPr>
      <w:keepNext/>
      <w:ind w:left="-108" w:right="91"/>
      <w:jc w:val="right"/>
      <w:outlineLvl w:val="3"/>
    </w:pPr>
    <w:rPr>
      <w:b/>
      <w:bCs/>
      <w:color w:val="000000"/>
      <w:sz w:val="20"/>
    </w:rPr>
  </w:style>
  <w:style w:type="paragraph" w:styleId="Heading5">
    <w:name w:val="heading 5"/>
    <w:basedOn w:val="Normal"/>
    <w:next w:val="Normal"/>
    <w:qFormat/>
    <w:pPr>
      <w:keepNext/>
      <w:outlineLvl w:val="4"/>
    </w:pPr>
    <w:rPr>
      <w:b/>
      <w:bCs/>
    </w:rPr>
  </w:style>
  <w:style w:type="paragraph" w:styleId="Heading6">
    <w:name w:val="heading 6"/>
    <w:basedOn w:val="Normal"/>
    <w:next w:val="Normal"/>
    <w:qFormat/>
    <w:pPr>
      <w:keepNext/>
      <w:framePr w:hSpace="180" w:wrap="notBeside" w:hAnchor="margin" w:y="-365"/>
      <w:jc w:val="both"/>
      <w:outlineLvl w:val="5"/>
    </w:pPr>
    <w:rPr>
      <w:b/>
      <w:bCs/>
      <w:sz w:val="22"/>
      <w:lang w:val="en-US"/>
    </w:rPr>
  </w:style>
  <w:style w:type="paragraph" w:styleId="Heading7">
    <w:name w:val="heading 7"/>
    <w:basedOn w:val="Normal"/>
    <w:next w:val="Normal"/>
    <w:qFormat/>
    <w:pPr>
      <w:keepNext/>
      <w:ind w:left="456"/>
      <w:outlineLvl w:val="6"/>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link w:val="BodyTextChar"/>
    <w:pPr>
      <w:jc w:val="right"/>
    </w:pPr>
    <w:rPr>
      <w:rFonts w:cs="Arial"/>
      <w:color w:val="FFFFFF"/>
      <w:szCs w:val="24"/>
    </w:rPr>
  </w:style>
  <w:style w:type="paragraph" w:styleId="BodyTextIndent">
    <w:name w:val="Body Text Indent"/>
    <w:basedOn w:val="Normal"/>
    <w:pPr>
      <w:ind w:left="399"/>
    </w:pPr>
    <w:rPr>
      <w:b/>
      <w:bCs/>
    </w:rPr>
  </w:style>
  <w:style w:type="paragraph" w:styleId="BodyTextIndent2">
    <w:name w:val="Body Text Indent 2"/>
    <w:basedOn w:val="Normal"/>
    <w:pPr>
      <w:autoSpaceDE w:val="0"/>
      <w:autoSpaceDN w:val="0"/>
      <w:adjustRightInd w:val="0"/>
      <w:spacing w:before="100" w:after="100"/>
      <w:ind w:left="456"/>
    </w:pPr>
    <w:rPr>
      <w:rFonts w:cs="Arial"/>
      <w:sz w:val="22"/>
      <w:lang w:val="en-US"/>
    </w:rPr>
  </w:style>
  <w:style w:type="paragraph" w:styleId="BodyTextIndent3">
    <w:name w:val="Body Text Indent 3"/>
    <w:basedOn w:val="Normal"/>
    <w:pPr>
      <w:tabs>
        <w:tab w:val="left" w:pos="1276"/>
      </w:tabs>
      <w:autoSpaceDE w:val="0"/>
      <w:autoSpaceDN w:val="0"/>
      <w:ind w:left="1134"/>
    </w:pPr>
    <w:rPr>
      <w:rFonts w:cs="Arial"/>
    </w:rPr>
  </w:style>
  <w:style w:type="paragraph" w:styleId="BodyText2">
    <w:name w:val="Body Text 2"/>
    <w:basedOn w:val="Normal"/>
    <w:pPr>
      <w:autoSpaceDE w:val="0"/>
      <w:autoSpaceDN w:val="0"/>
    </w:pPr>
    <w:rPr>
      <w:rFonts w:cs="Arial"/>
      <w:color w:val="000000"/>
      <w:szCs w:val="18"/>
    </w:rPr>
  </w:style>
  <w:style w:type="paragraph" w:styleId="NormalWeb">
    <w:name w:val="Normal (Web)"/>
    <w:basedOn w:val="Normal"/>
    <w:uiPriority w:val="99"/>
    <w:pPr>
      <w:spacing w:before="100" w:beforeAutospacing="1" w:after="100" w:afterAutospacing="1"/>
    </w:pPr>
    <w:rPr>
      <w:rFonts w:ascii="Times New Roman" w:hAnsi="Times New Roman"/>
      <w:szCs w:val="24"/>
    </w:rPr>
  </w:style>
  <w:style w:type="paragraph" w:styleId="HTMLAddress">
    <w:name w:val="HTML Address"/>
    <w:basedOn w:val="Normal"/>
    <w:rPr>
      <w:rFonts w:ascii="Times New Roman" w:hAnsi="Times New Roman"/>
      <w:i/>
      <w:iCs/>
      <w:szCs w:val="24"/>
    </w:rPr>
  </w:style>
  <w:style w:type="character" w:customStyle="1" w:styleId="BodyTextChar">
    <w:name w:val="Body Text Char"/>
    <w:link w:val="BodyText"/>
    <w:rsid w:val="00EF1EE7"/>
    <w:rPr>
      <w:rFonts w:ascii="Arial" w:hAnsi="Arial" w:cs="Arial"/>
      <w:color w:val="FFFFFF"/>
      <w:sz w:val="24"/>
      <w:szCs w:val="24"/>
      <w:lang w:eastAsia="en-US"/>
    </w:rPr>
  </w:style>
  <w:style w:type="character" w:customStyle="1" w:styleId="Heading4Char">
    <w:name w:val="Heading 4 Char"/>
    <w:link w:val="Heading4"/>
    <w:rsid w:val="00A62DD6"/>
    <w:rPr>
      <w:rFonts w:ascii="Arial" w:hAnsi="Arial"/>
      <w:b/>
      <w:bCs/>
      <w:color w:val="000000"/>
      <w:lang w:eastAsia="en-US"/>
    </w:rPr>
  </w:style>
  <w:style w:type="paragraph" w:styleId="BalloonText">
    <w:name w:val="Balloon Text"/>
    <w:basedOn w:val="Normal"/>
    <w:link w:val="BalloonTextChar"/>
    <w:rsid w:val="00B665D1"/>
    <w:rPr>
      <w:rFonts w:ascii="Segoe UI" w:hAnsi="Segoe UI" w:cs="Segoe UI"/>
      <w:sz w:val="18"/>
      <w:szCs w:val="18"/>
    </w:rPr>
  </w:style>
  <w:style w:type="character" w:customStyle="1" w:styleId="BalloonTextChar">
    <w:name w:val="Balloon Text Char"/>
    <w:link w:val="BalloonText"/>
    <w:rsid w:val="00B665D1"/>
    <w:rPr>
      <w:rFonts w:ascii="Segoe UI" w:hAnsi="Segoe UI" w:cs="Segoe UI"/>
      <w:sz w:val="18"/>
      <w:szCs w:val="18"/>
      <w:lang w:eastAsia="en-US"/>
    </w:rPr>
  </w:style>
  <w:style w:type="character" w:styleId="Strong">
    <w:name w:val="Strong"/>
    <w:qFormat/>
    <w:rsid w:val="00F064AB"/>
    <w:rPr>
      <w:b/>
      <w:bCs/>
    </w:rPr>
  </w:style>
  <w:style w:type="character" w:customStyle="1" w:styleId="HeaderChar">
    <w:name w:val="Header Char"/>
    <w:link w:val="Header"/>
    <w:uiPriority w:val="99"/>
    <w:locked/>
    <w:rsid w:val="00F064AB"/>
    <w:rPr>
      <w:rFonts w:ascii="Arial" w:hAnsi="Arial"/>
      <w:sz w:val="24"/>
      <w:lang w:eastAsia="en-US"/>
    </w:rPr>
  </w:style>
  <w:style w:type="paragraph" w:customStyle="1" w:styleId="Default">
    <w:name w:val="Default"/>
    <w:rsid w:val="00F064AB"/>
    <w:pPr>
      <w:autoSpaceDE w:val="0"/>
      <w:autoSpaceDN w:val="0"/>
      <w:adjustRightInd w:val="0"/>
    </w:pPr>
    <w:rPr>
      <w:rFonts w:ascii="Arial" w:hAnsi="Arial" w:cs="Arial"/>
      <w:color w:val="000000"/>
      <w:sz w:val="24"/>
      <w:szCs w:val="24"/>
      <w:lang w:eastAsia="en-GB"/>
    </w:rPr>
  </w:style>
  <w:style w:type="paragraph" w:styleId="ListParagraph">
    <w:name w:val="List Paragraph"/>
    <w:basedOn w:val="Normal"/>
    <w:uiPriority w:val="34"/>
    <w:qFormat/>
    <w:rsid w:val="00F064AB"/>
    <w:pPr>
      <w:ind w:left="720"/>
    </w:pPr>
    <w:rPr>
      <w:rFonts w:cs="Arial"/>
      <w:szCs w:val="24"/>
      <w:lang w:val="en-US"/>
    </w:rPr>
  </w:style>
  <w:style w:type="paragraph" w:styleId="NoSpacing">
    <w:name w:val="No Spacing"/>
    <w:uiPriority w:val="1"/>
    <w:qFormat/>
    <w:rsid w:val="00F064AB"/>
    <w:rPr>
      <w:rFonts w:ascii="Comic Sans MS" w:hAnsi="Comic Sans MS"/>
      <w:lang w:eastAsia="en-US"/>
    </w:rPr>
  </w:style>
  <w:style w:type="paragraph" w:styleId="BodyText3">
    <w:name w:val="Body Text 3"/>
    <w:basedOn w:val="Normal"/>
    <w:link w:val="BodyText3Char"/>
    <w:rsid w:val="00451633"/>
    <w:pPr>
      <w:spacing w:after="120"/>
    </w:pPr>
    <w:rPr>
      <w:rFonts w:cs="Arial"/>
      <w:sz w:val="16"/>
      <w:szCs w:val="16"/>
      <w:lang w:val="en-US"/>
    </w:rPr>
  </w:style>
  <w:style w:type="character" w:customStyle="1" w:styleId="BodyText3Char">
    <w:name w:val="Body Text 3 Char"/>
    <w:link w:val="BodyText3"/>
    <w:rsid w:val="00451633"/>
    <w:rPr>
      <w:rFonts w:ascii="Arial" w:hAnsi="Arial" w:cs="Arial"/>
      <w:sz w:val="16"/>
      <w:szCs w:val="16"/>
      <w:lang w:val="en-US" w:eastAsia="en-US"/>
    </w:rPr>
  </w:style>
  <w:style w:type="paragraph" w:styleId="FootnoteText">
    <w:name w:val="footnote text"/>
    <w:basedOn w:val="Normal"/>
    <w:link w:val="FootnoteTextChar"/>
    <w:rsid w:val="007C39FC"/>
    <w:rPr>
      <w:rFonts w:cs="Arial"/>
      <w:sz w:val="20"/>
      <w:lang w:val="en-US"/>
    </w:rPr>
  </w:style>
  <w:style w:type="character" w:customStyle="1" w:styleId="FootnoteTextChar">
    <w:name w:val="Footnote Text Char"/>
    <w:link w:val="FootnoteText"/>
    <w:rsid w:val="007C39FC"/>
    <w:rPr>
      <w:rFonts w:ascii="Arial" w:hAnsi="Arial" w:cs="Arial"/>
      <w:lang w:val="en-US" w:eastAsia="en-US"/>
    </w:rPr>
  </w:style>
  <w:style w:type="character" w:styleId="FootnoteReference">
    <w:name w:val="footnote reference"/>
    <w:rsid w:val="007C39FC"/>
    <w:rPr>
      <w:vertAlign w:val="superscript"/>
    </w:rPr>
  </w:style>
  <w:style w:type="character" w:styleId="Hyperlink">
    <w:name w:val="Hyperlink"/>
    <w:uiPriority w:val="99"/>
    <w:unhideWhenUsed/>
    <w:rsid w:val="00D60D4D"/>
    <w:rPr>
      <w:color w:val="0563C1"/>
      <w:u w:val="single"/>
    </w:rPr>
  </w:style>
  <w:style w:type="character" w:styleId="FollowedHyperlink">
    <w:name w:val="FollowedHyperlink"/>
    <w:rsid w:val="00E00989"/>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3678610">
      <w:bodyDiv w:val="1"/>
      <w:marLeft w:val="0"/>
      <w:marRight w:val="0"/>
      <w:marTop w:val="0"/>
      <w:marBottom w:val="0"/>
      <w:divBdr>
        <w:top w:val="none" w:sz="0" w:space="0" w:color="auto"/>
        <w:left w:val="none" w:sz="0" w:space="0" w:color="auto"/>
        <w:bottom w:val="none" w:sz="0" w:space="0" w:color="auto"/>
        <w:right w:val="none" w:sz="0" w:space="0" w:color="auto"/>
      </w:divBdr>
    </w:div>
    <w:div w:id="1908152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c693.CCC.000\Local%20Settings\Temporary%20Internet%20Files\OLK2F7\Electronic%20Corporate%20Letter%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preadsheetupdated xmlns="1180b782-6ed4-4d92-b21d-756611a0d33e" xsi:nil="true"/>
    <lcf76f155ced4ddcb4097134ff3c332f xmlns="1180b782-6ed4-4d92-b21d-756611a0d33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D8D7080350A6A48B3075A66FBCB4E9D" ma:contentTypeVersion="14" ma:contentTypeDescription="Create a new document." ma:contentTypeScope="" ma:versionID="5f9efceeeade8dc4cf01b0eaefefbdab">
  <xsd:schema xmlns:xsd="http://www.w3.org/2001/XMLSchema" xmlns:xs="http://www.w3.org/2001/XMLSchema" xmlns:p="http://schemas.microsoft.com/office/2006/metadata/properties" xmlns:ns2="1180b782-6ed4-4d92-b21d-756611a0d33e" xmlns:ns3="110532c8-bba6-4af2-8c00-a1cb8d27f227" targetNamespace="http://schemas.microsoft.com/office/2006/metadata/properties" ma:root="true" ma:fieldsID="77bb02e33be76405001fb30012188d78" ns2:_="" ns3:_="">
    <xsd:import namespace="1180b782-6ed4-4d92-b21d-756611a0d33e"/>
    <xsd:import namespace="110532c8-bba6-4af2-8c00-a1cb8d27f22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Spreadsheetupdated"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80b782-6ed4-4d92-b21d-756611a0d3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a33aaf0-d2be-4910-a308-718f043c109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Spreadsheetupdated" ma:index="20" nillable="true" ma:displayName="Spreadsheet updated" ma:format="Dropdown" ma:internalName="Spreadsheetupdated">
      <xsd:simpleType>
        <xsd:restriction base="dms:Text">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0532c8-bba6-4af2-8c00-a1cb8d27f22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7CB122-DFBC-4458-8537-B2031EF0F51A}">
  <ds:schemaRefs>
    <ds:schemaRef ds:uri="http://schemas.microsoft.com/office/2006/metadata/properties"/>
    <ds:schemaRef ds:uri="http://schemas.microsoft.com/office/infopath/2007/PartnerControls"/>
    <ds:schemaRef ds:uri="1180b782-6ed4-4d92-b21d-756611a0d33e"/>
  </ds:schemaRefs>
</ds:datastoreItem>
</file>

<file path=customXml/itemProps2.xml><?xml version="1.0" encoding="utf-8"?>
<ds:datastoreItem xmlns:ds="http://schemas.openxmlformats.org/officeDocument/2006/customXml" ds:itemID="{FBD753DF-5521-4B75-A38C-EC85962ED6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80b782-6ed4-4d92-b21d-756611a0d33e"/>
    <ds:schemaRef ds:uri="110532c8-bba6-4af2-8c00-a1cb8d27f2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8602D7-7798-479E-A6A2-EC06388768D8}">
  <ds:schemaRefs>
    <ds:schemaRef ds:uri="http://schemas.openxmlformats.org/officeDocument/2006/bibliography"/>
  </ds:schemaRefs>
</ds:datastoreItem>
</file>

<file path=customXml/itemProps4.xml><?xml version="1.0" encoding="utf-8"?>
<ds:datastoreItem xmlns:ds="http://schemas.openxmlformats.org/officeDocument/2006/customXml" ds:itemID="{78143E54-E8FD-4A48-8F81-043E43C3458D}">
  <ds:schemaRefs>
    <ds:schemaRef ds:uri="http://schemas.microsoft.com/office/2006/metadata/longProperties"/>
  </ds:schemaRefs>
</ds:datastoreItem>
</file>

<file path=customXml/itemProps5.xml><?xml version="1.0" encoding="utf-8"?>
<ds:datastoreItem xmlns:ds="http://schemas.openxmlformats.org/officeDocument/2006/customXml" ds:itemID="{D626C85B-A624-4ACF-B00C-CC1AD13819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Electronic Corporate Letter Template</Template>
  <TotalTime>2</TotalTime>
  <Pages>3</Pages>
  <Words>1149</Words>
  <Characters>6227</Characters>
  <Application>Microsoft Office Word</Application>
  <DocSecurity>0</DocSecurity>
  <Lines>51</Lines>
  <Paragraphs>14</Paragraphs>
  <ScaleCrop>false</ScaleCrop>
  <Company>Cambridgeshire County Council</Company>
  <LinksUpToDate>false</LinksUpToDate>
  <CharactersWithSpaces>7362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corporate letterhead word template Col(Blue) FINAL</dc:title>
  <dc:subject/>
  <dc:creator>Eleanor Pasfield</dc:creator>
  <cp:keywords>New corporate letterhead word template</cp:keywords>
  <cp:lastModifiedBy>Gorefield Pre-School</cp:lastModifiedBy>
  <cp:revision>4</cp:revision>
  <cp:lastPrinted>2025-11-05T11:16:00Z</cp:lastPrinted>
  <dcterms:created xsi:type="dcterms:W3CDTF">2024-11-14T14:01:00Z</dcterms:created>
  <dcterms:modified xsi:type="dcterms:W3CDTF">2025-11-05T11:17:00Z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Publisher">
    <vt:lpwstr>Cambridgeshire County Council</vt:lpwstr>
  </property>
  <property fmtid="{D5CDD505-2E9C-101B-9397-08002B2CF9AE}" pid="4" name="FOI Rights">
    <vt:lpwstr>Undecided</vt:lpwstr>
  </property>
  <property fmtid="{D5CDD505-2E9C-101B-9397-08002B2CF9AE}" pid="5" name="Document type0">
    <vt:lpwstr>;#Forms and templates;#5;#;#;#;#;#</vt:lpwstr>
  </property>
  <property fmtid="{D5CDD505-2E9C-101B-9397-08002B2CF9AE}" pid="6" name="EIR Rights">
    <vt:lpwstr>Undecided</vt:lpwstr>
  </property>
  <property fmtid="{D5CDD505-2E9C-101B-9397-08002B2CF9AE}" pid="7" name="Disposal Date">
    <vt:lpwstr>2011-05-14T00:00:00Z</vt:lpwstr>
  </property>
  <property fmtid="{D5CDD505-2E9C-101B-9397-08002B2CF9AE}" pid="8" name="Summary">
    <vt:lpwstr>New corporate letterhead word template</vt:lpwstr>
  </property>
  <property fmtid="{D5CDD505-2E9C-101B-9397-08002B2CF9AE}" pid="9" name="ContentType">
    <vt:lpwstr>Basic metadata</vt:lpwstr>
  </property>
  <property fmtid="{D5CDD505-2E9C-101B-9397-08002B2CF9AE}" pid="10" name="Subject Category1">
    <vt:lpwstr>;#Communications and information;#31;#Customer service;#34;#Policy and standards;#50;#</vt:lpwstr>
  </property>
  <property fmtid="{D5CDD505-2E9C-101B-9397-08002B2CF9AE}" pid="11" name="Subject Category">
    <vt:lpwstr/>
  </property>
  <property fmtid="{D5CDD505-2E9C-101B-9397-08002B2CF9AE}" pid="12" name="EmailTo">
    <vt:lpwstr/>
  </property>
  <property fmtid="{D5CDD505-2E9C-101B-9397-08002B2CF9AE}" pid="13" name="EmailSender">
    <vt:lpwstr/>
  </property>
  <property fmtid="{D5CDD505-2E9C-101B-9397-08002B2CF9AE}" pid="14" name="EmailFrom">
    <vt:lpwstr/>
  </property>
  <property fmtid="{D5CDD505-2E9C-101B-9397-08002B2CF9AE}" pid="15" name="EmailSubject">
    <vt:lpwstr/>
  </property>
  <property fmtid="{D5CDD505-2E9C-101B-9397-08002B2CF9AE}" pid="16" name="Document Type">
    <vt:lpwstr/>
  </property>
  <property fmtid="{D5CDD505-2E9C-101B-9397-08002B2CF9AE}" pid="17" name="EmailCc">
    <vt:lpwstr/>
  </property>
  <property fmtid="{D5CDD505-2E9C-101B-9397-08002B2CF9AE}" pid="18" name="ContentTypeId">
    <vt:lpwstr>0x010100DD8D7080350A6A48B3075A66FBCB4E9D</vt:lpwstr>
  </property>
  <property fmtid="{D5CDD505-2E9C-101B-9397-08002B2CF9AE}" pid="19" name="Spreadsheetupdated">
    <vt:lpwstr/>
  </property>
  <property fmtid="{D5CDD505-2E9C-101B-9397-08002B2CF9AE}" pid="20" name="lcf76f155ced4ddcb4097134ff3c332f">
    <vt:lpwstr/>
  </property>
  <property fmtid="{D5CDD505-2E9C-101B-9397-08002B2CF9AE}" pid="21" name="MediaServiceImageTags">
    <vt:lpwstr/>
  </property>
</Properties>
</file>